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52148B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52148B">
        <w:rPr>
          <w:rFonts w:cs="B Titr" w:hint="cs"/>
          <w:sz w:val="36"/>
          <w:szCs w:val="36"/>
          <w:rtl/>
          <w:lang w:bidi="fa-IR"/>
        </w:rPr>
        <w:t>7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52148B">
        <w:rPr>
          <w:rFonts w:cs="B Titr" w:hint="cs"/>
          <w:sz w:val="36"/>
          <w:szCs w:val="36"/>
          <w:rtl/>
          <w:lang w:bidi="fa-IR"/>
        </w:rPr>
        <w:t>6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رشته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 w:rsidR="00565E03">
        <w:rPr>
          <w:rFonts w:cs="2  Esfehan" w:hint="cs"/>
          <w:sz w:val="36"/>
          <w:szCs w:val="36"/>
          <w:rtl/>
          <w:lang w:bidi="fa-IR"/>
        </w:rPr>
        <w:t xml:space="preserve">طراحی دوخت 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</w:t>
      </w:r>
      <w:r w:rsidRPr="009554F9">
        <w:rPr>
          <w:rFonts w:cs="B Titr" w:hint="cs"/>
          <w:sz w:val="36"/>
          <w:szCs w:val="36"/>
          <w:rtl/>
          <w:lang w:bidi="fa-IR"/>
        </w:rPr>
        <w:t>ترم</w:t>
      </w:r>
      <w:r w:rsidR="00565E03">
        <w:rPr>
          <w:rFonts w:cs="B Titr" w:hint="cs"/>
          <w:sz w:val="36"/>
          <w:szCs w:val="36"/>
          <w:rtl/>
          <w:lang w:bidi="fa-IR"/>
        </w:rPr>
        <w:t xml:space="preserve">3 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</w:p>
    <w:p w:rsidR="004E3993" w:rsidRPr="00007C4A" w:rsidRDefault="00CD238D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554355</wp:posOffset>
                </wp:positionV>
                <wp:extent cx="5810885" cy="4202430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37"/>
                              <w:gridCol w:w="488"/>
                              <w:gridCol w:w="79"/>
                              <w:gridCol w:w="488"/>
                              <w:gridCol w:w="491"/>
                              <w:gridCol w:w="11"/>
                              <w:gridCol w:w="563"/>
                              <w:gridCol w:w="7"/>
                              <w:gridCol w:w="560"/>
                              <w:gridCol w:w="7"/>
                              <w:gridCol w:w="425"/>
                              <w:gridCol w:w="67"/>
                              <w:gridCol w:w="500"/>
                              <w:gridCol w:w="67"/>
                              <w:gridCol w:w="567"/>
                              <w:gridCol w:w="89"/>
                              <w:gridCol w:w="545"/>
                              <w:gridCol w:w="13"/>
                              <w:gridCol w:w="11"/>
                              <w:gridCol w:w="505"/>
                              <w:gridCol w:w="13"/>
                              <w:gridCol w:w="491"/>
                              <w:gridCol w:w="13"/>
                              <w:gridCol w:w="597"/>
                              <w:gridCol w:w="13"/>
                              <w:gridCol w:w="568"/>
                              <w:gridCol w:w="13"/>
                            </w:tblGrid>
                            <w:tr w:rsidR="0052148B" w:rsidTr="00BF5CA6">
                              <w:trPr>
                                <w:gridAfter w:val="1"/>
                                <w:wAfter w:w="13" w:type="dxa"/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11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17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52148B" w:rsidTr="00BF5CA6">
                              <w:trPr>
                                <w:gridAfter w:val="1"/>
                                <w:wAfter w:w="13" w:type="dxa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B62771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5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5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52148B" w:rsidTr="00BF5CA6">
                              <w:trPr>
                                <w:gridAfter w:val="1"/>
                                <w:wAfter w:w="13" w:type="dxa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gridSpan w:val="3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3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2A6B67" w:rsidRPr="0043440D" w:rsidTr="00BF5CA6">
                              <w:trPr>
                                <w:gridAfter w:val="1"/>
                                <w:wAfter w:w="13" w:type="dxa"/>
                                <w:trHeight w:val="120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A6B67" w:rsidRPr="00DC6433" w:rsidRDefault="002A6B67" w:rsidP="003675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gridSpan w:val="8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2A6B67" w:rsidRPr="0036752A" w:rsidRDefault="002A6B67" w:rsidP="003675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36752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سوزن دوزی3</w:t>
                                  </w:r>
                                </w:p>
                              </w:tc>
                              <w:tc>
                                <w:tcPr>
                                  <w:tcW w:w="2834" w:type="dxa"/>
                                  <w:gridSpan w:val="10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2A6B67" w:rsidRPr="0036752A" w:rsidRDefault="002A6B67" w:rsidP="003675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36752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سوزن دوزی3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3"/>
                                  <w:vMerge w:val="restart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2A6B67" w:rsidRPr="0036752A" w:rsidRDefault="002A6B67" w:rsidP="0036752A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gridSpan w:val="2"/>
                                  <w:vMerge w:val="restart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A6B67" w:rsidRPr="00A92ABA" w:rsidRDefault="002A6B67" w:rsidP="003675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gridSpan w:val="2"/>
                                  <w:vMerge w:val="restart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2A6B67" w:rsidRPr="00A92ABA" w:rsidRDefault="002A6B67" w:rsidP="003675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gridSpan w:val="2"/>
                                  <w:vMerge w:val="restart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A6B67" w:rsidRPr="00A92ABA" w:rsidRDefault="002A6B67" w:rsidP="0036752A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2A6B67" w:rsidRPr="0043440D" w:rsidTr="00BF5CA6">
                              <w:trPr>
                                <w:gridAfter w:val="1"/>
                                <w:wAfter w:w="13" w:type="dxa"/>
                                <w:trHeight w:val="291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A6B67" w:rsidRDefault="002A6B67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0" w:type="dxa"/>
                                  <w:gridSpan w:val="8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2A6B67" w:rsidRPr="00640D7A" w:rsidRDefault="002A6B67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لباس 2</w:t>
                                  </w:r>
                                </w:p>
                              </w:tc>
                              <w:tc>
                                <w:tcPr>
                                  <w:tcW w:w="2834" w:type="dxa"/>
                                  <w:gridSpan w:val="10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2A6B67" w:rsidRPr="00640D7A" w:rsidRDefault="002A6B67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لباس 2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3"/>
                                  <w:vMerge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2A6B67" w:rsidRPr="0036752A" w:rsidRDefault="002A6B67" w:rsidP="002A6B67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gridSpan w:val="2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A6B67" w:rsidRPr="00A92ABA" w:rsidRDefault="002A6B67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gridSpan w:val="2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2A6B67" w:rsidRPr="00A92ABA" w:rsidRDefault="002A6B67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gridSpan w:val="2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A6B67" w:rsidRPr="00A92ABA" w:rsidRDefault="002A6B67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2E2C7D" w:rsidRPr="0043440D" w:rsidTr="00BF5CA6">
                              <w:trPr>
                                <w:gridAfter w:val="1"/>
                                <w:wAfter w:w="13" w:type="dxa"/>
                                <w:trHeight w:val="189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 w:val="restart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E2C7D" w:rsidRPr="00DC6433" w:rsidRDefault="002E2C7D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5444" w:type="dxa"/>
                                  <w:gridSpan w:val="18"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E2C7D" w:rsidRPr="00640D7A" w:rsidRDefault="002E2C7D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الگو و دوخت 4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3"/>
                                  <w:vMerge w:val="restart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2E2C7D" w:rsidRPr="0036752A" w:rsidRDefault="002E2C7D" w:rsidP="002A6B67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gridSpan w:val="2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E2C7D" w:rsidRPr="00A92ABA" w:rsidRDefault="002E2C7D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gridSpan w:val="2"/>
                                  <w:vMerge w:val="restart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2E2C7D" w:rsidRPr="00A92ABA" w:rsidRDefault="002E2C7D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gridSpan w:val="2"/>
                                  <w:vMerge w:val="restart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E2C7D" w:rsidRPr="00A92ABA" w:rsidRDefault="002E2C7D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2E2C7D" w:rsidRPr="0043440D" w:rsidTr="00BF5CA6">
                              <w:trPr>
                                <w:gridAfter w:val="1"/>
                                <w:wAfter w:w="13" w:type="dxa"/>
                                <w:trHeight w:val="206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vMerge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E2C7D" w:rsidRDefault="002E2C7D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44" w:type="dxa"/>
                                  <w:gridSpan w:val="18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E2C7D" w:rsidRDefault="002E2C7D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2E2C7D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الگو</w:t>
                                  </w:r>
                                  <w:r w:rsidRPr="002E2C7D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2E2C7D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و</w:t>
                                  </w:r>
                                  <w:r w:rsidRPr="002E2C7D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2E2C7D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دوخت</w:t>
                                  </w:r>
                                  <w:r w:rsidRPr="002E2C7D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4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3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2E2C7D" w:rsidRPr="0036752A" w:rsidRDefault="002E2C7D" w:rsidP="002A6B67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gridSpan w:val="2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E2C7D" w:rsidRPr="00A92ABA" w:rsidRDefault="002E2C7D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gridSpan w:val="2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2E2C7D" w:rsidRPr="00A92ABA" w:rsidRDefault="002E2C7D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gridSpan w:val="2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E2C7D" w:rsidRPr="00A92ABA" w:rsidRDefault="002E2C7D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2A6B67" w:rsidRPr="0043440D" w:rsidTr="00BF5CA6">
                              <w:trPr>
                                <w:gridAfter w:val="1"/>
                                <w:wAfter w:w="13" w:type="dxa"/>
                                <w:trHeight w:val="488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A6B67" w:rsidRPr="00DC6433" w:rsidRDefault="002A6B67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gridSpan w:val="8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A6B67" w:rsidRPr="00640D7A" w:rsidRDefault="002A6B67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کارروی مانکن2</w:t>
                                  </w:r>
                                </w:p>
                              </w:tc>
                              <w:tc>
                                <w:tcPr>
                                  <w:tcW w:w="2834" w:type="dxa"/>
                                  <w:gridSpan w:val="10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2A6B67" w:rsidRPr="00640D7A" w:rsidRDefault="002A6B67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کارروی مانکن2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3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2A6B67" w:rsidRPr="0036752A" w:rsidRDefault="002A6B67" w:rsidP="002A6B67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A6B67" w:rsidRPr="00A92ABA" w:rsidRDefault="002A6B67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2A6B67" w:rsidRPr="00A92ABA" w:rsidRDefault="002A6B67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A6B67" w:rsidRPr="00A92ABA" w:rsidRDefault="002A6B67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BF5CA6" w:rsidRPr="0043440D" w:rsidTr="00BF5CA6">
                              <w:trPr>
                                <w:gridAfter w:val="1"/>
                                <w:wAfter w:w="13" w:type="dxa"/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BF5CA6" w:rsidRPr="00DC6433" w:rsidRDefault="00BF5CA6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3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F5CA6" w:rsidRPr="00640D7A" w:rsidRDefault="00BF5CA6" w:rsidP="002A6B67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دانش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4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F5CA6" w:rsidRPr="00640D7A" w:rsidRDefault="00BF5CA6" w:rsidP="002A6B67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اصول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F5CA6" w:rsidRPr="00640D7A" w:rsidRDefault="00BF5CA6" w:rsidP="002A6B67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تاریخ2</w:t>
                                  </w:r>
                                </w:p>
                              </w:tc>
                              <w:tc>
                                <w:tcPr>
                                  <w:tcW w:w="2267" w:type="dxa"/>
                                  <w:gridSpan w:val="8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BF5CA6" w:rsidRPr="00640D7A" w:rsidRDefault="00BF5CA6" w:rsidP="002A6B67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تکمیلی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3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BF5CA6" w:rsidRPr="0036752A" w:rsidRDefault="00BF5CA6" w:rsidP="002A6B67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504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F5CA6" w:rsidRPr="00A92ABA" w:rsidRDefault="00BF5CA6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BF5CA6" w:rsidRPr="00A92ABA" w:rsidRDefault="00BF5CA6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gridSpan w:val="2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BF5CA6" w:rsidRPr="00A92ABA" w:rsidRDefault="00BF5CA6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2E2C7D" w:rsidRPr="0043440D" w:rsidTr="00BF5CA6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E2C7D" w:rsidRDefault="002E2C7D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9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E2C7D" w:rsidRPr="00640D7A" w:rsidRDefault="002E2C7D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E2C7D" w:rsidRPr="00640D7A" w:rsidRDefault="002E2C7D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7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E2C7D" w:rsidRPr="00640D7A" w:rsidRDefault="002E2C7D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E2C7D" w:rsidRPr="00640D7A" w:rsidRDefault="002E2C7D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E2C7D" w:rsidRPr="00640D7A" w:rsidRDefault="002E2C7D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E2C7D" w:rsidRPr="00640D7A" w:rsidRDefault="002E2C7D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E2C7D" w:rsidRPr="00640D7A" w:rsidRDefault="002E2C7D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3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E2C7D" w:rsidRPr="00640D7A" w:rsidRDefault="002E2C7D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E2C7D" w:rsidRPr="00640D7A" w:rsidRDefault="002E2C7D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2E2C7D" w:rsidRPr="0036752A" w:rsidRDefault="002E2C7D" w:rsidP="002A6B67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gridSpan w:val="2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E2C7D" w:rsidRPr="00A92ABA" w:rsidRDefault="002E2C7D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2E2C7D" w:rsidRPr="00A92ABA" w:rsidRDefault="002E2C7D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gridSpan w:val="2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E2C7D" w:rsidRPr="00A92ABA" w:rsidRDefault="002E2C7D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2A6B67" w:rsidRPr="0043440D" w:rsidTr="00BF5CA6">
                              <w:trPr>
                                <w:gridAfter w:val="1"/>
                                <w:wAfter w:w="13" w:type="dxa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2A6B67" w:rsidRPr="00DC6433" w:rsidRDefault="002A6B67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A6B67" w:rsidRPr="0036752A" w:rsidRDefault="002A6B67" w:rsidP="002A6B67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A6B67" w:rsidRPr="0036752A" w:rsidRDefault="002A6B67" w:rsidP="002A6B67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2A6B67" w:rsidRPr="0036752A" w:rsidRDefault="002A6B67" w:rsidP="002A6B67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A6B67" w:rsidRPr="0036752A" w:rsidRDefault="002A6B67" w:rsidP="002A6B67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A6B67" w:rsidRPr="0036752A" w:rsidRDefault="002A6B67" w:rsidP="002A6B67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2A6B67" w:rsidRPr="0036752A" w:rsidRDefault="002A6B67" w:rsidP="002A6B67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gridSpan w:val="3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2A6B67" w:rsidRPr="0036752A" w:rsidRDefault="002A6B67" w:rsidP="002A6B67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A6B67" w:rsidRPr="0036752A" w:rsidRDefault="002A6B67" w:rsidP="002A6B67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2A6B67" w:rsidRPr="0036752A" w:rsidRDefault="002A6B67" w:rsidP="002A6B67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A6B67" w:rsidRPr="0036752A" w:rsidRDefault="002A6B67" w:rsidP="002A6B67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3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2A6B67" w:rsidRPr="0036752A" w:rsidRDefault="002A6B67" w:rsidP="002A6B67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A6B67" w:rsidRPr="00A92ABA" w:rsidRDefault="002A6B67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2A6B67" w:rsidRPr="00A92ABA" w:rsidRDefault="002A6B67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2A6B67" w:rsidRPr="00A92ABA" w:rsidRDefault="002A6B67" w:rsidP="002A6B67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2148B" w:rsidRDefault="0052148B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37"/>
                        <w:gridCol w:w="488"/>
                        <w:gridCol w:w="79"/>
                        <w:gridCol w:w="488"/>
                        <w:gridCol w:w="491"/>
                        <w:gridCol w:w="11"/>
                        <w:gridCol w:w="563"/>
                        <w:gridCol w:w="7"/>
                        <w:gridCol w:w="560"/>
                        <w:gridCol w:w="7"/>
                        <w:gridCol w:w="425"/>
                        <w:gridCol w:w="67"/>
                        <w:gridCol w:w="500"/>
                        <w:gridCol w:w="67"/>
                        <w:gridCol w:w="567"/>
                        <w:gridCol w:w="89"/>
                        <w:gridCol w:w="545"/>
                        <w:gridCol w:w="13"/>
                        <w:gridCol w:w="11"/>
                        <w:gridCol w:w="505"/>
                        <w:gridCol w:w="13"/>
                        <w:gridCol w:w="491"/>
                        <w:gridCol w:w="13"/>
                        <w:gridCol w:w="597"/>
                        <w:gridCol w:w="13"/>
                        <w:gridCol w:w="568"/>
                        <w:gridCol w:w="13"/>
                      </w:tblGrid>
                      <w:tr w:rsidR="0052148B" w:rsidTr="00BF5CA6">
                        <w:trPr>
                          <w:gridAfter w:val="1"/>
                          <w:wAfter w:w="13" w:type="dxa"/>
                          <w:jc w:val="center"/>
                        </w:trPr>
                        <w:tc>
                          <w:tcPr>
                            <w:tcW w:w="4312" w:type="dxa"/>
                            <w:gridSpan w:val="11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17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52148B" w:rsidTr="00BF5CA6">
                        <w:trPr>
                          <w:gridAfter w:val="1"/>
                          <w:wAfter w:w="13" w:type="dxa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3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B62771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5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5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52148B" w:rsidTr="00BF5CA6">
                        <w:trPr>
                          <w:gridAfter w:val="1"/>
                          <w:wAfter w:w="13" w:type="dxa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gridSpan w:val="2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gridSpan w:val="2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gridSpan w:val="3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gridSpan w:val="2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3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gridSpan w:val="2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gridSpan w:val="2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2A6B67" w:rsidRPr="0043440D" w:rsidTr="00BF5CA6">
                        <w:trPr>
                          <w:gridAfter w:val="1"/>
                          <w:wAfter w:w="13" w:type="dxa"/>
                          <w:trHeight w:val="120"/>
                          <w:jc w:val="center"/>
                        </w:trPr>
                        <w:tc>
                          <w:tcPr>
                            <w:tcW w:w="1135" w:type="dxa"/>
                            <w:vMerge w:val="restart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A6B67" w:rsidRPr="00DC6433" w:rsidRDefault="002A6B67" w:rsidP="0036752A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2610" w:type="dxa"/>
                            <w:gridSpan w:val="8"/>
                            <w:tcBorders>
                              <w:top w:val="single" w:sz="18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2A6B67" w:rsidRPr="0036752A" w:rsidRDefault="002A6B67" w:rsidP="003675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36752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سوزن دوزی3</w:t>
                            </w:r>
                          </w:p>
                        </w:tc>
                        <w:tc>
                          <w:tcPr>
                            <w:tcW w:w="2834" w:type="dxa"/>
                            <w:gridSpan w:val="10"/>
                            <w:tcBorders>
                              <w:top w:val="single" w:sz="18" w:space="0" w:color="auto"/>
                              <w:left w:val="single" w:sz="8" w:space="0" w:color="auto"/>
                              <w:bottom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2A6B67" w:rsidRPr="0036752A" w:rsidRDefault="002A6B67" w:rsidP="003675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36752A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سوزن دوزی3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3"/>
                            <w:vMerge w:val="restart"/>
                            <w:tcBorders>
                              <w:top w:val="single" w:sz="18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:rsidR="002A6B67" w:rsidRPr="0036752A" w:rsidRDefault="002A6B67" w:rsidP="0036752A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gridSpan w:val="2"/>
                            <w:vMerge w:val="restart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A6B67" w:rsidRPr="00A92ABA" w:rsidRDefault="002A6B67" w:rsidP="003675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gridSpan w:val="2"/>
                            <w:vMerge w:val="restart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2A6B67" w:rsidRPr="00A92ABA" w:rsidRDefault="002A6B67" w:rsidP="003675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gridSpan w:val="2"/>
                            <w:vMerge w:val="restart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A6B67" w:rsidRPr="00A92ABA" w:rsidRDefault="002A6B67" w:rsidP="0036752A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2A6B67" w:rsidRPr="0043440D" w:rsidTr="00BF5CA6">
                        <w:trPr>
                          <w:gridAfter w:val="1"/>
                          <w:wAfter w:w="13" w:type="dxa"/>
                          <w:trHeight w:val="291"/>
                          <w:jc w:val="center"/>
                        </w:trPr>
                        <w:tc>
                          <w:tcPr>
                            <w:tcW w:w="1135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A6B67" w:rsidRDefault="002A6B67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610" w:type="dxa"/>
                            <w:gridSpan w:val="8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2A6B67" w:rsidRPr="00640D7A" w:rsidRDefault="002A6B67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لباس 2</w:t>
                            </w:r>
                          </w:p>
                        </w:tc>
                        <w:tc>
                          <w:tcPr>
                            <w:tcW w:w="2834" w:type="dxa"/>
                            <w:gridSpan w:val="10"/>
                            <w:tcBorders>
                              <w:top w:val="single" w:sz="4" w:space="0" w:color="auto"/>
                              <w:left w:val="single" w:sz="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2A6B67" w:rsidRPr="00640D7A" w:rsidRDefault="002A6B67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لباس 2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3"/>
                            <w:vMerge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2A6B67" w:rsidRPr="0036752A" w:rsidRDefault="002A6B67" w:rsidP="002A6B67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gridSpan w:val="2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A6B67" w:rsidRPr="00A92ABA" w:rsidRDefault="002A6B67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gridSpan w:val="2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2A6B67" w:rsidRPr="00A92ABA" w:rsidRDefault="002A6B67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gridSpan w:val="2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A6B67" w:rsidRPr="00A92ABA" w:rsidRDefault="002A6B67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2E2C7D" w:rsidRPr="0043440D" w:rsidTr="00BF5CA6">
                        <w:trPr>
                          <w:gridAfter w:val="1"/>
                          <w:wAfter w:w="13" w:type="dxa"/>
                          <w:trHeight w:val="189"/>
                          <w:jc w:val="center"/>
                        </w:trPr>
                        <w:tc>
                          <w:tcPr>
                            <w:tcW w:w="1135" w:type="dxa"/>
                            <w:vMerge w:val="restart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E2C7D" w:rsidRPr="00DC6433" w:rsidRDefault="002E2C7D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5444" w:type="dxa"/>
                            <w:gridSpan w:val="18"/>
                            <w:tcBorders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E2C7D" w:rsidRPr="00640D7A" w:rsidRDefault="002E2C7D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الگو و دوخت 4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3"/>
                            <w:vMerge w:val="restart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2E2C7D" w:rsidRPr="0036752A" w:rsidRDefault="002E2C7D" w:rsidP="002A6B67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gridSpan w:val="2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E2C7D" w:rsidRPr="00A92ABA" w:rsidRDefault="002E2C7D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gridSpan w:val="2"/>
                            <w:vMerge w:val="restart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2E2C7D" w:rsidRPr="00A92ABA" w:rsidRDefault="002E2C7D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gridSpan w:val="2"/>
                            <w:vMerge w:val="restart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E2C7D" w:rsidRPr="00A92ABA" w:rsidRDefault="002E2C7D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2E2C7D" w:rsidRPr="0043440D" w:rsidTr="00BF5CA6">
                        <w:trPr>
                          <w:gridAfter w:val="1"/>
                          <w:wAfter w:w="13" w:type="dxa"/>
                          <w:trHeight w:val="206"/>
                          <w:jc w:val="center"/>
                        </w:trPr>
                        <w:tc>
                          <w:tcPr>
                            <w:tcW w:w="1135" w:type="dxa"/>
                            <w:vMerge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E2C7D" w:rsidRDefault="002E2C7D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44" w:type="dxa"/>
                            <w:gridSpan w:val="18"/>
                            <w:tcBorders>
                              <w:top w:val="single" w:sz="4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E2C7D" w:rsidRDefault="002E2C7D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E2C7D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الگو</w:t>
                            </w:r>
                            <w:r w:rsidRPr="002E2C7D"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2E2C7D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و</w:t>
                            </w:r>
                            <w:r w:rsidRPr="002E2C7D"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2E2C7D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دوخت</w:t>
                            </w:r>
                            <w:r w:rsidRPr="002E2C7D"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4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3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2E2C7D" w:rsidRPr="0036752A" w:rsidRDefault="002E2C7D" w:rsidP="002A6B67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gridSpan w:val="2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E2C7D" w:rsidRPr="00A92ABA" w:rsidRDefault="002E2C7D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gridSpan w:val="2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2E2C7D" w:rsidRPr="00A92ABA" w:rsidRDefault="002E2C7D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gridSpan w:val="2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E2C7D" w:rsidRPr="00A92ABA" w:rsidRDefault="002E2C7D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2A6B67" w:rsidRPr="0043440D" w:rsidTr="00BF5CA6">
                        <w:trPr>
                          <w:gridAfter w:val="1"/>
                          <w:wAfter w:w="13" w:type="dxa"/>
                          <w:trHeight w:val="488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A6B67" w:rsidRPr="00DC6433" w:rsidRDefault="002A6B67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2610" w:type="dxa"/>
                            <w:gridSpan w:val="8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A6B67" w:rsidRPr="00640D7A" w:rsidRDefault="002A6B67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کارروی مانکن2</w:t>
                            </w:r>
                          </w:p>
                        </w:tc>
                        <w:tc>
                          <w:tcPr>
                            <w:tcW w:w="2834" w:type="dxa"/>
                            <w:gridSpan w:val="10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2A6B67" w:rsidRPr="00640D7A" w:rsidRDefault="002A6B67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کارروی مانکن2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3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2A6B67" w:rsidRPr="0036752A" w:rsidRDefault="002A6B67" w:rsidP="002A6B67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gridSpan w:val="2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A6B67" w:rsidRPr="00A92ABA" w:rsidRDefault="002A6B67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2A6B67" w:rsidRPr="00A92ABA" w:rsidRDefault="002A6B67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gridSpan w:val="2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2A6B67" w:rsidRPr="00A92ABA" w:rsidRDefault="002A6B67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BF5CA6" w:rsidRPr="0043440D" w:rsidTr="00BF5CA6">
                        <w:trPr>
                          <w:gridAfter w:val="1"/>
                          <w:wAfter w:w="13" w:type="dxa"/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BF5CA6" w:rsidRPr="00DC6433" w:rsidRDefault="00BF5CA6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3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F5CA6" w:rsidRPr="00640D7A" w:rsidRDefault="00BF5CA6" w:rsidP="002A6B67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دانش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4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F5CA6" w:rsidRPr="00640D7A" w:rsidRDefault="00BF5CA6" w:rsidP="002A6B67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اصول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F5CA6" w:rsidRPr="00640D7A" w:rsidRDefault="00BF5CA6" w:rsidP="002A6B67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تاریخ2</w:t>
                            </w:r>
                          </w:p>
                        </w:tc>
                        <w:tc>
                          <w:tcPr>
                            <w:tcW w:w="2267" w:type="dxa"/>
                            <w:gridSpan w:val="8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BF5CA6" w:rsidRPr="00640D7A" w:rsidRDefault="00BF5CA6" w:rsidP="002A6B67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تکمیلی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3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BF5CA6" w:rsidRPr="0036752A" w:rsidRDefault="00BF5CA6" w:rsidP="002A6B67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504" w:type="dxa"/>
                            <w:gridSpan w:val="2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BF5CA6" w:rsidRPr="00A92ABA" w:rsidRDefault="00BF5CA6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BF5CA6" w:rsidRPr="00A92ABA" w:rsidRDefault="00BF5CA6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gridSpan w:val="2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BF5CA6" w:rsidRPr="00A92ABA" w:rsidRDefault="00BF5CA6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2E2C7D" w:rsidRPr="0043440D" w:rsidTr="00BF5CA6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E2C7D" w:rsidRDefault="002E2C7D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90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E2C7D" w:rsidRPr="00640D7A" w:rsidRDefault="002E2C7D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E2C7D" w:rsidRPr="00640D7A" w:rsidRDefault="002E2C7D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79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E2C7D" w:rsidRPr="00640D7A" w:rsidRDefault="002E2C7D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E2C7D" w:rsidRPr="00640D7A" w:rsidRDefault="002E2C7D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E2C7D" w:rsidRPr="00640D7A" w:rsidRDefault="002E2C7D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E2C7D" w:rsidRPr="00640D7A" w:rsidRDefault="002E2C7D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E2C7D" w:rsidRPr="00640D7A" w:rsidRDefault="002E2C7D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723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E2C7D" w:rsidRPr="00640D7A" w:rsidRDefault="002E2C7D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8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E2C7D" w:rsidRPr="00640D7A" w:rsidRDefault="002E2C7D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2E2C7D" w:rsidRPr="0036752A" w:rsidRDefault="002E2C7D" w:rsidP="002A6B67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gridSpan w:val="2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E2C7D" w:rsidRPr="00A92ABA" w:rsidRDefault="002E2C7D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2E2C7D" w:rsidRPr="00A92ABA" w:rsidRDefault="002E2C7D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gridSpan w:val="2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E2C7D" w:rsidRPr="00A92ABA" w:rsidRDefault="002E2C7D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2A6B67" w:rsidRPr="0043440D" w:rsidTr="00BF5CA6">
                        <w:trPr>
                          <w:gridAfter w:val="1"/>
                          <w:wAfter w:w="13" w:type="dxa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2A6B67" w:rsidRPr="00DC6433" w:rsidRDefault="002A6B67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A6B67" w:rsidRPr="0036752A" w:rsidRDefault="002A6B67" w:rsidP="002A6B67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A6B67" w:rsidRPr="0036752A" w:rsidRDefault="002A6B67" w:rsidP="002A6B67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2A6B67" w:rsidRPr="0036752A" w:rsidRDefault="002A6B67" w:rsidP="002A6B67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gridSpan w:val="2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A6B67" w:rsidRPr="0036752A" w:rsidRDefault="002A6B67" w:rsidP="002A6B67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A6B67" w:rsidRPr="0036752A" w:rsidRDefault="002A6B67" w:rsidP="002A6B67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2A6B67" w:rsidRPr="0036752A" w:rsidRDefault="002A6B67" w:rsidP="002A6B67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gridSpan w:val="3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2A6B67" w:rsidRPr="0036752A" w:rsidRDefault="002A6B67" w:rsidP="002A6B67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A6B67" w:rsidRPr="0036752A" w:rsidRDefault="002A6B67" w:rsidP="002A6B67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2A6B67" w:rsidRPr="0036752A" w:rsidRDefault="002A6B67" w:rsidP="002A6B67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A6B67" w:rsidRPr="0036752A" w:rsidRDefault="002A6B67" w:rsidP="002A6B67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3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2A6B67" w:rsidRPr="0036752A" w:rsidRDefault="002A6B67" w:rsidP="002A6B67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gridSpan w:val="2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A6B67" w:rsidRPr="00A92ABA" w:rsidRDefault="002A6B67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2A6B67" w:rsidRPr="00A92ABA" w:rsidRDefault="002A6B67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gridSpan w:val="2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2A6B67" w:rsidRPr="00A92ABA" w:rsidRDefault="002A6B67" w:rsidP="002A6B67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52148B" w:rsidRDefault="0052148B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3945890</wp:posOffset>
                </wp:positionH>
                <wp:positionV relativeFrom="paragraph">
                  <wp:posOffset>572135</wp:posOffset>
                </wp:positionV>
                <wp:extent cx="5810885" cy="420243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52148B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52148B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B62771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52148B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007C4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52148B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52148B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CE129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CE129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52148B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52148B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52148B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52148B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DC6433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2148B" w:rsidRPr="00A92ABA" w:rsidRDefault="0052148B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2148B" w:rsidRDefault="0052148B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fRDhgIAABc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52148B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52148B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B62771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52148B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007C4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52148B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52148B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CE129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CE129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52148B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52148B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52148B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640D7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52148B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DC6433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2148B" w:rsidRPr="00A92ABA" w:rsidRDefault="0052148B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52148B" w:rsidRDefault="0052148B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5" w:type="dxa"/>
                              <w:tblInd w:w="3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2"/>
                              <w:gridCol w:w="2178"/>
                              <w:gridCol w:w="848"/>
                              <w:gridCol w:w="699"/>
                              <w:gridCol w:w="1698"/>
                            </w:tblGrid>
                            <w:tr w:rsidR="0052148B" w:rsidTr="0052148B">
                              <w:trPr>
                                <w:trHeight w:val="860"/>
                              </w:trPr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981669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981669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981669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981669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2148B" w:rsidRPr="00981669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52148B" w:rsidTr="0052148B"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4099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52148B" w:rsidRPr="00640D7A" w:rsidRDefault="00401E5F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سوزن دوزی 3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319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52148B" w:rsidRPr="00640D7A" w:rsidRDefault="00401E5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52148B" w:rsidRPr="00640D7A" w:rsidRDefault="00A5354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مهدیه</w:t>
                                  </w:r>
                                </w:p>
                              </w:tc>
                            </w:tr>
                            <w:tr w:rsidR="0052148B" w:rsidTr="0052148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4099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52148B" w:rsidRPr="00640D7A" w:rsidRDefault="00401E5F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سوزن دوزی3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319</w:t>
                                  </w:r>
                                  <w:r w:rsidR="00401E5F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/1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52148B" w:rsidRPr="00640D7A" w:rsidRDefault="00401E5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52148B" w:rsidRPr="00640D7A" w:rsidRDefault="00A5354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مهدیه</w:t>
                                  </w:r>
                                </w:p>
                              </w:tc>
                            </w:tr>
                            <w:tr w:rsidR="0052148B" w:rsidTr="0052148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4092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</w:t>
                                  </w:r>
                                  <w:r w:rsidR="00401E5F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لباس 2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323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52148B" w:rsidRPr="00640D7A" w:rsidRDefault="00401E5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52148B" w:rsidRPr="00640D7A" w:rsidRDefault="00A5354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فرهنگ</w:t>
                                  </w:r>
                                </w:p>
                              </w:tc>
                            </w:tr>
                            <w:tr w:rsidR="0052148B" w:rsidTr="0052148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4092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لباس2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323</w:t>
                                  </w:r>
                                  <w:r w:rsidR="00401E5F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/1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52148B" w:rsidRPr="00640D7A" w:rsidRDefault="00401E5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52148B" w:rsidRPr="00640D7A" w:rsidRDefault="00A5354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فرهنگ</w:t>
                                  </w:r>
                                </w:p>
                              </w:tc>
                            </w:tr>
                            <w:tr w:rsidR="0052148B" w:rsidTr="0052148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4110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52148B" w:rsidRPr="00640D7A" w:rsidRDefault="00401E5F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کارروی </w:t>
                                  </w:r>
                                  <w:r w:rsidR="0052148B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مانکن 2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324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52148B" w:rsidRPr="00640D7A" w:rsidRDefault="00401E5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52148B" w:rsidRPr="00640D7A" w:rsidRDefault="00A5354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پارسایان</w:t>
                                  </w:r>
                                </w:p>
                              </w:tc>
                            </w:tr>
                            <w:tr w:rsidR="0052148B" w:rsidTr="0052148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4110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52148B" w:rsidRPr="00640D7A" w:rsidRDefault="00401E5F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کارروی </w:t>
                                  </w:r>
                                  <w:r w:rsidR="0052148B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مانکن2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324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52148B" w:rsidRPr="00640D7A" w:rsidRDefault="00401E5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52148B" w:rsidRPr="00640D7A" w:rsidRDefault="00A5354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مقصودی</w:t>
                                  </w:r>
                                </w:p>
                              </w:tc>
                            </w:tr>
                            <w:tr w:rsidR="0052148B" w:rsidTr="0052148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4103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الگو4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320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52148B" w:rsidRPr="00640D7A" w:rsidRDefault="00401E5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52148B" w:rsidRPr="00640D7A" w:rsidRDefault="002E2C7D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پارسایان</w:t>
                                  </w:r>
                                </w:p>
                              </w:tc>
                            </w:tr>
                            <w:tr w:rsidR="0052148B" w:rsidTr="0052148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4104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دوخت4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321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52148B" w:rsidRPr="00640D7A" w:rsidRDefault="00401E5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52148B" w:rsidRPr="00640D7A" w:rsidRDefault="002E2C7D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2E2C7D">
                                    <w:rPr>
                                      <w:rFonts w:ascii="IranNastaliq" w:hAnsi="IranNastaliq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پارسا</w:t>
                                  </w:r>
                                  <w:r w:rsidRPr="002E2C7D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  <w:r w:rsidRPr="002E2C7D">
                                    <w:rPr>
                                      <w:rFonts w:ascii="IranNastaliq" w:hAnsi="IranNastaliq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</w:t>
                                  </w:r>
                                </w:p>
                              </w:tc>
                            </w:tr>
                            <w:tr w:rsidR="0052148B" w:rsidTr="0052148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4103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الگو4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320</w:t>
                                  </w:r>
                                  <w:r w:rsidR="00401E5F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/1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52148B" w:rsidRPr="00640D7A" w:rsidRDefault="00401E5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52148B" w:rsidRPr="00640D7A" w:rsidRDefault="00A5354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عساکره</w:t>
                                  </w:r>
                                </w:p>
                              </w:tc>
                            </w:tr>
                            <w:tr w:rsidR="0052148B" w:rsidTr="0052148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4104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دوخت4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321</w:t>
                                  </w:r>
                                  <w:r w:rsidR="00401E5F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/1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52148B" w:rsidRPr="00640D7A" w:rsidRDefault="00401E5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52148B" w:rsidRPr="00640D7A" w:rsidRDefault="00A5354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A53548">
                                    <w:rPr>
                                      <w:rFonts w:ascii="IranNastaliq" w:hAnsi="IranNastaliq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عساکره</w:t>
                                  </w:r>
                                </w:p>
                              </w:tc>
                            </w:tr>
                            <w:tr w:rsidR="0052148B" w:rsidTr="0052148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4097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تاریخ لباس2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325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52148B" w:rsidRPr="00640D7A" w:rsidRDefault="00401E5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52148B" w:rsidRPr="00640D7A" w:rsidRDefault="00A5354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چاوشی</w:t>
                                  </w:r>
                                </w:p>
                              </w:tc>
                            </w:tr>
                            <w:tr w:rsidR="0052148B" w:rsidTr="0052148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4115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اصول سرپرستی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:rsidR="0052148B" w:rsidRPr="00640D7A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327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52148B" w:rsidRPr="00640D7A" w:rsidRDefault="00401E5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52148B" w:rsidRPr="00640D7A" w:rsidRDefault="00A5354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کاویانی</w:t>
                                  </w:r>
                                </w:p>
                              </w:tc>
                            </w:tr>
                            <w:tr w:rsidR="0052148B" w:rsidTr="0052148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2148B" w:rsidRPr="00401E5F" w:rsidRDefault="0052148B" w:rsidP="00401E5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1E5F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9128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52148B" w:rsidRPr="00401E5F" w:rsidRDefault="0052148B" w:rsidP="00401E5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1E5F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دانش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:rsidR="0052148B" w:rsidRPr="00401E5F" w:rsidRDefault="0052148B" w:rsidP="00401E5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1E5F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310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52148B" w:rsidRPr="00401E5F" w:rsidRDefault="00401E5F" w:rsidP="00401E5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1E5F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52148B" w:rsidRPr="00A53548" w:rsidRDefault="00A5354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A53548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معرفت</w:t>
                                  </w:r>
                                </w:p>
                              </w:tc>
                            </w:tr>
                            <w:tr w:rsidR="0052148B" w:rsidTr="0052148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52148B" w:rsidRPr="00401E5F" w:rsidRDefault="0052148B" w:rsidP="00401E5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1E5F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4090</w:t>
                                  </w:r>
                                </w:p>
                              </w:tc>
                              <w:tc>
                                <w:tcPr>
                                  <w:tcW w:w="2182" w:type="dxa"/>
                                </w:tcPr>
                                <w:p w:rsidR="0052148B" w:rsidRPr="00401E5F" w:rsidRDefault="0052148B" w:rsidP="00401E5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1E5F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تکمیل</w:t>
                                  </w:r>
                                </w:p>
                              </w:tc>
                              <w:tc>
                                <w:tcPr>
                                  <w:tcW w:w="840" w:type="dxa"/>
                                </w:tcPr>
                                <w:p w:rsidR="0052148B" w:rsidRPr="00401E5F" w:rsidRDefault="0052148B" w:rsidP="00401E5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1E5F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326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52148B" w:rsidRPr="00401E5F" w:rsidRDefault="00401E5F" w:rsidP="00401E5F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01E5F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52148B" w:rsidRPr="00A53548" w:rsidRDefault="00A53548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A53548"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رادی</w:t>
                                  </w:r>
                                </w:p>
                              </w:tc>
                            </w:tr>
                            <w:tr w:rsidR="0052148B" w:rsidTr="0052148B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52148B" w:rsidRPr="00981669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82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52148B" w:rsidRPr="00981669" w:rsidRDefault="0052148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40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52148B" w:rsidRPr="00981669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52148B" w:rsidRPr="00981669" w:rsidRDefault="0052148B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52148B" w:rsidRPr="00981669" w:rsidRDefault="0052148B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2148B" w:rsidRDefault="0052148B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52148B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52148B" w:rsidRDefault="0052148B"/>
                              </w:tc>
                            </w:tr>
                          </w:tbl>
                          <w:p w:rsidR="0052148B" w:rsidRDefault="0052148B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315" w:type="dxa"/>
                        <w:tblInd w:w="30" w:type="dxa"/>
                        <w:tblLook w:val="04A0" w:firstRow="1" w:lastRow="0" w:firstColumn="1" w:lastColumn="0" w:noHBand="0" w:noVBand="1"/>
                      </w:tblPr>
                      <w:tblGrid>
                        <w:gridCol w:w="892"/>
                        <w:gridCol w:w="2178"/>
                        <w:gridCol w:w="848"/>
                        <w:gridCol w:w="699"/>
                        <w:gridCol w:w="1698"/>
                      </w:tblGrid>
                      <w:tr w:rsidR="0052148B" w:rsidTr="0052148B">
                        <w:trPr>
                          <w:trHeight w:val="860"/>
                        </w:trPr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981669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2182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981669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840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981669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981669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2148B" w:rsidRPr="00981669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52148B" w:rsidTr="0052148B"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52148B" w:rsidRPr="00640D7A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4099</w:t>
                            </w:r>
                          </w:p>
                        </w:tc>
                        <w:tc>
                          <w:tcPr>
                            <w:tcW w:w="2182" w:type="dxa"/>
                            <w:tcBorders>
                              <w:top w:val="single" w:sz="12" w:space="0" w:color="auto"/>
                            </w:tcBorders>
                          </w:tcPr>
                          <w:p w:rsidR="0052148B" w:rsidRPr="00640D7A" w:rsidRDefault="00401E5F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سوزن دوزی 3</w:t>
                            </w:r>
                          </w:p>
                        </w:tc>
                        <w:tc>
                          <w:tcPr>
                            <w:tcW w:w="840" w:type="dxa"/>
                            <w:tcBorders>
                              <w:top w:val="single" w:sz="12" w:space="0" w:color="auto"/>
                            </w:tcBorders>
                          </w:tcPr>
                          <w:p w:rsidR="0052148B" w:rsidRPr="00640D7A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319</w:t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12" w:space="0" w:color="auto"/>
                            </w:tcBorders>
                          </w:tcPr>
                          <w:p w:rsidR="0052148B" w:rsidRPr="00640D7A" w:rsidRDefault="00401E5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52148B" w:rsidRPr="00640D7A" w:rsidRDefault="00A5354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مهدیه</w:t>
                            </w:r>
                          </w:p>
                        </w:tc>
                      </w:tr>
                      <w:tr w:rsidR="0052148B" w:rsidTr="0052148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52148B" w:rsidRPr="00640D7A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4099</w:t>
                            </w:r>
                          </w:p>
                        </w:tc>
                        <w:tc>
                          <w:tcPr>
                            <w:tcW w:w="2182" w:type="dxa"/>
                          </w:tcPr>
                          <w:p w:rsidR="0052148B" w:rsidRPr="00640D7A" w:rsidRDefault="00401E5F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سوزن دوزی3</w:t>
                            </w:r>
                          </w:p>
                        </w:tc>
                        <w:tc>
                          <w:tcPr>
                            <w:tcW w:w="840" w:type="dxa"/>
                          </w:tcPr>
                          <w:p w:rsidR="0052148B" w:rsidRPr="00640D7A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319</w:t>
                            </w:r>
                            <w:r w:rsidR="00401E5F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/1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52148B" w:rsidRPr="00640D7A" w:rsidRDefault="00401E5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right w:val="single" w:sz="12" w:space="0" w:color="auto"/>
                            </w:tcBorders>
                          </w:tcPr>
                          <w:p w:rsidR="0052148B" w:rsidRPr="00640D7A" w:rsidRDefault="00A5354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مهدیه</w:t>
                            </w:r>
                          </w:p>
                        </w:tc>
                      </w:tr>
                      <w:tr w:rsidR="0052148B" w:rsidTr="0052148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52148B" w:rsidRPr="00640D7A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4092</w:t>
                            </w:r>
                          </w:p>
                        </w:tc>
                        <w:tc>
                          <w:tcPr>
                            <w:tcW w:w="2182" w:type="dxa"/>
                          </w:tcPr>
                          <w:p w:rsidR="0052148B" w:rsidRPr="00640D7A" w:rsidRDefault="0052148B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</w:t>
                            </w:r>
                            <w:r w:rsidR="00401E5F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لباس 2</w:t>
                            </w:r>
                          </w:p>
                        </w:tc>
                        <w:tc>
                          <w:tcPr>
                            <w:tcW w:w="840" w:type="dxa"/>
                          </w:tcPr>
                          <w:p w:rsidR="0052148B" w:rsidRPr="00640D7A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323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52148B" w:rsidRPr="00640D7A" w:rsidRDefault="00401E5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right w:val="single" w:sz="12" w:space="0" w:color="auto"/>
                            </w:tcBorders>
                          </w:tcPr>
                          <w:p w:rsidR="0052148B" w:rsidRPr="00640D7A" w:rsidRDefault="00A5354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فرهنگ</w:t>
                            </w:r>
                          </w:p>
                        </w:tc>
                      </w:tr>
                      <w:tr w:rsidR="0052148B" w:rsidTr="0052148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52148B" w:rsidRPr="00640D7A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4092</w:t>
                            </w:r>
                          </w:p>
                        </w:tc>
                        <w:tc>
                          <w:tcPr>
                            <w:tcW w:w="2182" w:type="dxa"/>
                          </w:tcPr>
                          <w:p w:rsidR="0052148B" w:rsidRPr="00640D7A" w:rsidRDefault="0052148B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لباس2</w:t>
                            </w:r>
                          </w:p>
                        </w:tc>
                        <w:tc>
                          <w:tcPr>
                            <w:tcW w:w="840" w:type="dxa"/>
                          </w:tcPr>
                          <w:p w:rsidR="0052148B" w:rsidRPr="00640D7A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323</w:t>
                            </w:r>
                            <w:r w:rsidR="00401E5F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/1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52148B" w:rsidRPr="00640D7A" w:rsidRDefault="00401E5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right w:val="single" w:sz="12" w:space="0" w:color="auto"/>
                            </w:tcBorders>
                          </w:tcPr>
                          <w:p w:rsidR="0052148B" w:rsidRPr="00640D7A" w:rsidRDefault="00A5354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فرهنگ</w:t>
                            </w:r>
                          </w:p>
                        </w:tc>
                      </w:tr>
                      <w:tr w:rsidR="0052148B" w:rsidTr="0052148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52148B" w:rsidRPr="00640D7A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4110</w:t>
                            </w:r>
                          </w:p>
                        </w:tc>
                        <w:tc>
                          <w:tcPr>
                            <w:tcW w:w="2182" w:type="dxa"/>
                          </w:tcPr>
                          <w:p w:rsidR="0052148B" w:rsidRPr="00640D7A" w:rsidRDefault="00401E5F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کارروی </w:t>
                            </w:r>
                            <w:r w:rsidR="0052148B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مانکن 2</w:t>
                            </w:r>
                          </w:p>
                        </w:tc>
                        <w:tc>
                          <w:tcPr>
                            <w:tcW w:w="840" w:type="dxa"/>
                          </w:tcPr>
                          <w:p w:rsidR="0052148B" w:rsidRPr="00640D7A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324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52148B" w:rsidRPr="00640D7A" w:rsidRDefault="00401E5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right w:val="single" w:sz="12" w:space="0" w:color="auto"/>
                            </w:tcBorders>
                          </w:tcPr>
                          <w:p w:rsidR="0052148B" w:rsidRPr="00640D7A" w:rsidRDefault="00A5354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پارسایان</w:t>
                            </w:r>
                          </w:p>
                        </w:tc>
                      </w:tr>
                      <w:tr w:rsidR="0052148B" w:rsidTr="0052148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52148B" w:rsidRPr="00640D7A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4110</w:t>
                            </w:r>
                          </w:p>
                        </w:tc>
                        <w:tc>
                          <w:tcPr>
                            <w:tcW w:w="2182" w:type="dxa"/>
                          </w:tcPr>
                          <w:p w:rsidR="0052148B" w:rsidRPr="00640D7A" w:rsidRDefault="00401E5F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کارروی </w:t>
                            </w:r>
                            <w:r w:rsidR="0052148B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مانکن2</w:t>
                            </w:r>
                          </w:p>
                        </w:tc>
                        <w:tc>
                          <w:tcPr>
                            <w:tcW w:w="840" w:type="dxa"/>
                          </w:tcPr>
                          <w:p w:rsidR="0052148B" w:rsidRPr="00640D7A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324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52148B" w:rsidRPr="00640D7A" w:rsidRDefault="00401E5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right w:val="single" w:sz="12" w:space="0" w:color="auto"/>
                            </w:tcBorders>
                          </w:tcPr>
                          <w:p w:rsidR="0052148B" w:rsidRPr="00640D7A" w:rsidRDefault="00A5354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مقصودی</w:t>
                            </w:r>
                          </w:p>
                        </w:tc>
                      </w:tr>
                      <w:tr w:rsidR="0052148B" w:rsidTr="0052148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52148B" w:rsidRPr="00640D7A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4103</w:t>
                            </w:r>
                          </w:p>
                        </w:tc>
                        <w:tc>
                          <w:tcPr>
                            <w:tcW w:w="2182" w:type="dxa"/>
                          </w:tcPr>
                          <w:p w:rsidR="0052148B" w:rsidRPr="00640D7A" w:rsidRDefault="0052148B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الگو4</w:t>
                            </w:r>
                          </w:p>
                        </w:tc>
                        <w:tc>
                          <w:tcPr>
                            <w:tcW w:w="840" w:type="dxa"/>
                          </w:tcPr>
                          <w:p w:rsidR="0052148B" w:rsidRPr="00640D7A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320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52148B" w:rsidRPr="00640D7A" w:rsidRDefault="00401E5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right w:val="single" w:sz="12" w:space="0" w:color="auto"/>
                            </w:tcBorders>
                          </w:tcPr>
                          <w:p w:rsidR="0052148B" w:rsidRPr="00640D7A" w:rsidRDefault="002E2C7D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پارسایان</w:t>
                            </w:r>
                          </w:p>
                        </w:tc>
                      </w:tr>
                      <w:tr w:rsidR="0052148B" w:rsidTr="0052148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52148B" w:rsidRPr="00640D7A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4104</w:t>
                            </w:r>
                          </w:p>
                        </w:tc>
                        <w:tc>
                          <w:tcPr>
                            <w:tcW w:w="2182" w:type="dxa"/>
                          </w:tcPr>
                          <w:p w:rsidR="0052148B" w:rsidRPr="00640D7A" w:rsidRDefault="0052148B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دوخت4</w:t>
                            </w:r>
                          </w:p>
                        </w:tc>
                        <w:tc>
                          <w:tcPr>
                            <w:tcW w:w="840" w:type="dxa"/>
                          </w:tcPr>
                          <w:p w:rsidR="0052148B" w:rsidRPr="00640D7A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321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52148B" w:rsidRPr="00640D7A" w:rsidRDefault="00401E5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right w:val="single" w:sz="12" w:space="0" w:color="auto"/>
                            </w:tcBorders>
                          </w:tcPr>
                          <w:p w:rsidR="0052148B" w:rsidRPr="00640D7A" w:rsidRDefault="002E2C7D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2E2C7D">
                              <w:rPr>
                                <w:rFonts w:ascii="IranNastaliq" w:hAnsi="IranNastaliq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پارسا</w:t>
                            </w:r>
                            <w:r w:rsidRPr="002E2C7D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 w:rsidRPr="002E2C7D">
                              <w:rPr>
                                <w:rFonts w:ascii="IranNastaliq" w:hAnsi="IranNastaliq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</w:t>
                            </w:r>
                          </w:p>
                        </w:tc>
                      </w:tr>
                      <w:tr w:rsidR="0052148B" w:rsidTr="0052148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52148B" w:rsidRPr="00640D7A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4103</w:t>
                            </w:r>
                          </w:p>
                        </w:tc>
                        <w:tc>
                          <w:tcPr>
                            <w:tcW w:w="2182" w:type="dxa"/>
                          </w:tcPr>
                          <w:p w:rsidR="0052148B" w:rsidRPr="00640D7A" w:rsidRDefault="0052148B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الگو4</w:t>
                            </w:r>
                          </w:p>
                        </w:tc>
                        <w:tc>
                          <w:tcPr>
                            <w:tcW w:w="840" w:type="dxa"/>
                          </w:tcPr>
                          <w:p w:rsidR="0052148B" w:rsidRPr="00640D7A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320</w:t>
                            </w:r>
                            <w:r w:rsidR="00401E5F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/1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52148B" w:rsidRPr="00640D7A" w:rsidRDefault="00401E5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right w:val="single" w:sz="12" w:space="0" w:color="auto"/>
                            </w:tcBorders>
                          </w:tcPr>
                          <w:p w:rsidR="0052148B" w:rsidRPr="00640D7A" w:rsidRDefault="00A5354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عساکره</w:t>
                            </w:r>
                          </w:p>
                        </w:tc>
                      </w:tr>
                      <w:tr w:rsidR="0052148B" w:rsidTr="0052148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52148B" w:rsidRPr="00640D7A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4104</w:t>
                            </w:r>
                          </w:p>
                        </w:tc>
                        <w:tc>
                          <w:tcPr>
                            <w:tcW w:w="2182" w:type="dxa"/>
                          </w:tcPr>
                          <w:p w:rsidR="0052148B" w:rsidRPr="00640D7A" w:rsidRDefault="0052148B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دوخت4</w:t>
                            </w:r>
                          </w:p>
                        </w:tc>
                        <w:tc>
                          <w:tcPr>
                            <w:tcW w:w="840" w:type="dxa"/>
                          </w:tcPr>
                          <w:p w:rsidR="0052148B" w:rsidRPr="00640D7A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321</w:t>
                            </w:r>
                            <w:r w:rsidR="00401E5F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/1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52148B" w:rsidRPr="00640D7A" w:rsidRDefault="00401E5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right w:val="single" w:sz="12" w:space="0" w:color="auto"/>
                            </w:tcBorders>
                          </w:tcPr>
                          <w:p w:rsidR="0052148B" w:rsidRPr="00640D7A" w:rsidRDefault="00A5354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A53548">
                              <w:rPr>
                                <w:rFonts w:ascii="IranNastaliq" w:hAnsi="IranNastaliq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عساکره</w:t>
                            </w:r>
                          </w:p>
                        </w:tc>
                      </w:tr>
                      <w:tr w:rsidR="0052148B" w:rsidTr="0052148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52148B" w:rsidRPr="00640D7A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4097</w:t>
                            </w:r>
                          </w:p>
                        </w:tc>
                        <w:tc>
                          <w:tcPr>
                            <w:tcW w:w="2182" w:type="dxa"/>
                          </w:tcPr>
                          <w:p w:rsidR="0052148B" w:rsidRPr="00640D7A" w:rsidRDefault="0052148B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تاریخ لباس2</w:t>
                            </w:r>
                          </w:p>
                        </w:tc>
                        <w:tc>
                          <w:tcPr>
                            <w:tcW w:w="840" w:type="dxa"/>
                          </w:tcPr>
                          <w:p w:rsidR="0052148B" w:rsidRPr="00640D7A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325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52148B" w:rsidRPr="00640D7A" w:rsidRDefault="00401E5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right w:val="single" w:sz="12" w:space="0" w:color="auto"/>
                            </w:tcBorders>
                          </w:tcPr>
                          <w:p w:rsidR="0052148B" w:rsidRPr="00640D7A" w:rsidRDefault="00A5354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چاوشی</w:t>
                            </w:r>
                          </w:p>
                        </w:tc>
                      </w:tr>
                      <w:tr w:rsidR="0052148B" w:rsidTr="0052148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52148B" w:rsidRPr="00640D7A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4115</w:t>
                            </w:r>
                          </w:p>
                        </w:tc>
                        <w:tc>
                          <w:tcPr>
                            <w:tcW w:w="2182" w:type="dxa"/>
                          </w:tcPr>
                          <w:p w:rsidR="0052148B" w:rsidRPr="00640D7A" w:rsidRDefault="0052148B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اصول سرپرستی</w:t>
                            </w:r>
                          </w:p>
                        </w:tc>
                        <w:tc>
                          <w:tcPr>
                            <w:tcW w:w="840" w:type="dxa"/>
                          </w:tcPr>
                          <w:p w:rsidR="0052148B" w:rsidRPr="00640D7A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327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52148B" w:rsidRPr="00640D7A" w:rsidRDefault="00401E5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right w:val="single" w:sz="12" w:space="0" w:color="auto"/>
                            </w:tcBorders>
                          </w:tcPr>
                          <w:p w:rsidR="0052148B" w:rsidRPr="00640D7A" w:rsidRDefault="00A5354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کاویانی</w:t>
                            </w:r>
                          </w:p>
                        </w:tc>
                      </w:tr>
                      <w:tr w:rsidR="0052148B" w:rsidTr="0052148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52148B" w:rsidRPr="00401E5F" w:rsidRDefault="0052148B" w:rsidP="00401E5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1E5F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9128</w:t>
                            </w:r>
                          </w:p>
                        </w:tc>
                        <w:tc>
                          <w:tcPr>
                            <w:tcW w:w="2182" w:type="dxa"/>
                          </w:tcPr>
                          <w:p w:rsidR="0052148B" w:rsidRPr="00401E5F" w:rsidRDefault="0052148B" w:rsidP="00401E5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1E5F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دانش</w:t>
                            </w:r>
                          </w:p>
                        </w:tc>
                        <w:tc>
                          <w:tcPr>
                            <w:tcW w:w="840" w:type="dxa"/>
                          </w:tcPr>
                          <w:p w:rsidR="0052148B" w:rsidRPr="00401E5F" w:rsidRDefault="0052148B" w:rsidP="00401E5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1E5F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310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52148B" w:rsidRPr="00401E5F" w:rsidRDefault="00401E5F" w:rsidP="00401E5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1E5F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right w:val="single" w:sz="12" w:space="0" w:color="auto"/>
                            </w:tcBorders>
                          </w:tcPr>
                          <w:p w:rsidR="0052148B" w:rsidRPr="00A53548" w:rsidRDefault="00A5354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A53548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معرفت</w:t>
                            </w:r>
                          </w:p>
                        </w:tc>
                      </w:tr>
                      <w:tr w:rsidR="0052148B" w:rsidTr="0052148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52148B" w:rsidRPr="00401E5F" w:rsidRDefault="0052148B" w:rsidP="00401E5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1E5F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4090</w:t>
                            </w:r>
                          </w:p>
                        </w:tc>
                        <w:tc>
                          <w:tcPr>
                            <w:tcW w:w="2182" w:type="dxa"/>
                          </w:tcPr>
                          <w:p w:rsidR="0052148B" w:rsidRPr="00401E5F" w:rsidRDefault="0052148B" w:rsidP="00401E5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1E5F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تکمیل</w:t>
                            </w:r>
                          </w:p>
                        </w:tc>
                        <w:tc>
                          <w:tcPr>
                            <w:tcW w:w="840" w:type="dxa"/>
                          </w:tcPr>
                          <w:p w:rsidR="0052148B" w:rsidRPr="00401E5F" w:rsidRDefault="0052148B" w:rsidP="00401E5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1E5F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326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52148B" w:rsidRPr="00401E5F" w:rsidRDefault="00401E5F" w:rsidP="00401E5F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01E5F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701" w:type="dxa"/>
                            <w:tcBorders>
                              <w:right w:val="single" w:sz="12" w:space="0" w:color="auto"/>
                            </w:tcBorders>
                          </w:tcPr>
                          <w:p w:rsidR="0052148B" w:rsidRPr="00A53548" w:rsidRDefault="00A53548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A53548"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رادی</w:t>
                            </w:r>
                          </w:p>
                        </w:tc>
                      </w:tr>
                      <w:tr w:rsidR="0052148B" w:rsidTr="0052148B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52148B" w:rsidRPr="00981669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82" w:type="dxa"/>
                            <w:tcBorders>
                              <w:bottom w:val="single" w:sz="12" w:space="0" w:color="auto"/>
                            </w:tcBorders>
                          </w:tcPr>
                          <w:p w:rsidR="0052148B" w:rsidRPr="00981669" w:rsidRDefault="0052148B" w:rsidP="00B06BC8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40" w:type="dxa"/>
                            <w:tcBorders>
                              <w:bottom w:val="single" w:sz="12" w:space="0" w:color="auto"/>
                            </w:tcBorders>
                          </w:tcPr>
                          <w:p w:rsidR="0052148B" w:rsidRPr="00981669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  <w:tcBorders>
                              <w:bottom w:val="single" w:sz="12" w:space="0" w:color="auto"/>
                            </w:tcBorders>
                          </w:tcPr>
                          <w:p w:rsidR="0052148B" w:rsidRPr="00981669" w:rsidRDefault="0052148B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52148B" w:rsidRPr="00981669" w:rsidRDefault="0052148B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52148B" w:rsidRDefault="0052148B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52148B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52148B" w:rsidRDefault="0052148B"/>
                        </w:tc>
                      </w:tr>
                    </w:tbl>
                    <w:p w:rsidR="0052148B" w:rsidRDefault="0052148B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CD238D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148B" w:rsidRPr="00DC6433" w:rsidRDefault="0052148B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52148B" w:rsidRDefault="0052148B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52148B" w:rsidRPr="00DC6433" w:rsidRDefault="0052148B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52148B" w:rsidRPr="00DC6433" w:rsidRDefault="0052148B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52148B" w:rsidRDefault="0052148B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52148B" w:rsidRPr="00DC6433" w:rsidRDefault="0052148B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sectPr w:rsidR="00C74453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93A" w:rsidRDefault="00E3093A" w:rsidP="00B06BC8">
      <w:pPr>
        <w:spacing w:after="0" w:line="240" w:lineRule="auto"/>
      </w:pPr>
      <w:r>
        <w:separator/>
      </w:r>
    </w:p>
  </w:endnote>
  <w:endnote w:type="continuationSeparator" w:id="0">
    <w:p w:rsidR="00E3093A" w:rsidRDefault="00E3093A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93A" w:rsidRDefault="00E3093A" w:rsidP="00B06BC8">
      <w:pPr>
        <w:spacing w:after="0" w:line="240" w:lineRule="auto"/>
      </w:pPr>
      <w:r>
        <w:separator/>
      </w:r>
    </w:p>
  </w:footnote>
  <w:footnote w:type="continuationSeparator" w:id="0">
    <w:p w:rsidR="00E3093A" w:rsidRDefault="00E3093A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65"/>
    <w:rsid w:val="00040884"/>
    <w:rsid w:val="00040964"/>
    <w:rsid w:val="000414F0"/>
    <w:rsid w:val="000420E5"/>
    <w:rsid w:val="0005752E"/>
    <w:rsid w:val="00061FD3"/>
    <w:rsid w:val="000652F7"/>
    <w:rsid w:val="000735B3"/>
    <w:rsid w:val="00074A0C"/>
    <w:rsid w:val="00080D1D"/>
    <w:rsid w:val="0009142F"/>
    <w:rsid w:val="00093EA7"/>
    <w:rsid w:val="000977EC"/>
    <w:rsid w:val="00097B0F"/>
    <w:rsid w:val="000B3148"/>
    <w:rsid w:val="000B73FA"/>
    <w:rsid w:val="000E1BA5"/>
    <w:rsid w:val="000F088C"/>
    <w:rsid w:val="001254DF"/>
    <w:rsid w:val="00143D9D"/>
    <w:rsid w:val="0014647E"/>
    <w:rsid w:val="001520FB"/>
    <w:rsid w:val="0016467B"/>
    <w:rsid w:val="001B28F8"/>
    <w:rsid w:val="00206809"/>
    <w:rsid w:val="0021250B"/>
    <w:rsid w:val="00214A5B"/>
    <w:rsid w:val="00222795"/>
    <w:rsid w:val="0022467C"/>
    <w:rsid w:val="002414EE"/>
    <w:rsid w:val="00247971"/>
    <w:rsid w:val="00251E1C"/>
    <w:rsid w:val="00261601"/>
    <w:rsid w:val="00274F75"/>
    <w:rsid w:val="00275AD3"/>
    <w:rsid w:val="0027621B"/>
    <w:rsid w:val="0029424B"/>
    <w:rsid w:val="002A0E42"/>
    <w:rsid w:val="002A6B67"/>
    <w:rsid w:val="002B4C1F"/>
    <w:rsid w:val="002C2385"/>
    <w:rsid w:val="002D01B8"/>
    <w:rsid w:val="002D3888"/>
    <w:rsid w:val="002E2C7D"/>
    <w:rsid w:val="002F0360"/>
    <w:rsid w:val="0032390B"/>
    <w:rsid w:val="00347987"/>
    <w:rsid w:val="00351069"/>
    <w:rsid w:val="00366FFF"/>
    <w:rsid w:val="0036752A"/>
    <w:rsid w:val="003949E6"/>
    <w:rsid w:val="003B5971"/>
    <w:rsid w:val="003B605E"/>
    <w:rsid w:val="003C6AE5"/>
    <w:rsid w:val="003D7131"/>
    <w:rsid w:val="003E06AF"/>
    <w:rsid w:val="003F1E6D"/>
    <w:rsid w:val="003F4A00"/>
    <w:rsid w:val="003F7235"/>
    <w:rsid w:val="00401E5F"/>
    <w:rsid w:val="00430F0A"/>
    <w:rsid w:val="00431F35"/>
    <w:rsid w:val="004426F7"/>
    <w:rsid w:val="00452565"/>
    <w:rsid w:val="00455D04"/>
    <w:rsid w:val="00463042"/>
    <w:rsid w:val="0046661E"/>
    <w:rsid w:val="00482240"/>
    <w:rsid w:val="004E2102"/>
    <w:rsid w:val="004E3993"/>
    <w:rsid w:val="004E7F07"/>
    <w:rsid w:val="004F0567"/>
    <w:rsid w:val="004F1E6F"/>
    <w:rsid w:val="00502888"/>
    <w:rsid w:val="005137C6"/>
    <w:rsid w:val="005146A4"/>
    <w:rsid w:val="0052148B"/>
    <w:rsid w:val="0054188F"/>
    <w:rsid w:val="00565E03"/>
    <w:rsid w:val="00582EB0"/>
    <w:rsid w:val="005C2386"/>
    <w:rsid w:val="005E28CF"/>
    <w:rsid w:val="0063686F"/>
    <w:rsid w:val="006548E1"/>
    <w:rsid w:val="006926A7"/>
    <w:rsid w:val="00696452"/>
    <w:rsid w:val="006C2A0C"/>
    <w:rsid w:val="006E1445"/>
    <w:rsid w:val="006E678E"/>
    <w:rsid w:val="006F2244"/>
    <w:rsid w:val="007564F2"/>
    <w:rsid w:val="00756AB3"/>
    <w:rsid w:val="007602F5"/>
    <w:rsid w:val="0078244F"/>
    <w:rsid w:val="00793B88"/>
    <w:rsid w:val="00796182"/>
    <w:rsid w:val="007A1576"/>
    <w:rsid w:val="007A4B3C"/>
    <w:rsid w:val="007D68C3"/>
    <w:rsid w:val="00806E51"/>
    <w:rsid w:val="00831C65"/>
    <w:rsid w:val="0083292F"/>
    <w:rsid w:val="008374FE"/>
    <w:rsid w:val="00845956"/>
    <w:rsid w:val="00872AF7"/>
    <w:rsid w:val="00875653"/>
    <w:rsid w:val="00891AFF"/>
    <w:rsid w:val="00894964"/>
    <w:rsid w:val="008B4F3B"/>
    <w:rsid w:val="008C72EA"/>
    <w:rsid w:val="00912AA4"/>
    <w:rsid w:val="0094304D"/>
    <w:rsid w:val="009554F9"/>
    <w:rsid w:val="00982885"/>
    <w:rsid w:val="009920CD"/>
    <w:rsid w:val="009935CF"/>
    <w:rsid w:val="009952B5"/>
    <w:rsid w:val="00995846"/>
    <w:rsid w:val="009A47E0"/>
    <w:rsid w:val="009A699A"/>
    <w:rsid w:val="009C52AE"/>
    <w:rsid w:val="009D0F1F"/>
    <w:rsid w:val="009E184A"/>
    <w:rsid w:val="00A045A5"/>
    <w:rsid w:val="00A051FA"/>
    <w:rsid w:val="00A0707E"/>
    <w:rsid w:val="00A22281"/>
    <w:rsid w:val="00A31BCA"/>
    <w:rsid w:val="00A3402B"/>
    <w:rsid w:val="00A44006"/>
    <w:rsid w:val="00A46229"/>
    <w:rsid w:val="00A53548"/>
    <w:rsid w:val="00A6427C"/>
    <w:rsid w:val="00A85E76"/>
    <w:rsid w:val="00AA378C"/>
    <w:rsid w:val="00AA6391"/>
    <w:rsid w:val="00AF6D80"/>
    <w:rsid w:val="00B06BC8"/>
    <w:rsid w:val="00B111A5"/>
    <w:rsid w:val="00B23D35"/>
    <w:rsid w:val="00B42367"/>
    <w:rsid w:val="00B46DCB"/>
    <w:rsid w:val="00B55D97"/>
    <w:rsid w:val="00B56290"/>
    <w:rsid w:val="00B62771"/>
    <w:rsid w:val="00B63ECD"/>
    <w:rsid w:val="00BD3460"/>
    <w:rsid w:val="00BF5CA6"/>
    <w:rsid w:val="00BF5D07"/>
    <w:rsid w:val="00C1539F"/>
    <w:rsid w:val="00C203FF"/>
    <w:rsid w:val="00C339BE"/>
    <w:rsid w:val="00C36353"/>
    <w:rsid w:val="00C40343"/>
    <w:rsid w:val="00C475D2"/>
    <w:rsid w:val="00C57A57"/>
    <w:rsid w:val="00C61564"/>
    <w:rsid w:val="00C74453"/>
    <w:rsid w:val="00C80247"/>
    <w:rsid w:val="00CB3330"/>
    <w:rsid w:val="00CC6C0D"/>
    <w:rsid w:val="00CD238D"/>
    <w:rsid w:val="00CF4B7B"/>
    <w:rsid w:val="00D219C6"/>
    <w:rsid w:val="00D22076"/>
    <w:rsid w:val="00D332AA"/>
    <w:rsid w:val="00D67E84"/>
    <w:rsid w:val="00D8676C"/>
    <w:rsid w:val="00DA01C2"/>
    <w:rsid w:val="00DE0902"/>
    <w:rsid w:val="00E02C51"/>
    <w:rsid w:val="00E13016"/>
    <w:rsid w:val="00E14C60"/>
    <w:rsid w:val="00E164FC"/>
    <w:rsid w:val="00E22024"/>
    <w:rsid w:val="00E223EE"/>
    <w:rsid w:val="00E3093A"/>
    <w:rsid w:val="00E66C60"/>
    <w:rsid w:val="00E838E8"/>
    <w:rsid w:val="00E90229"/>
    <w:rsid w:val="00EA24A3"/>
    <w:rsid w:val="00ED20BD"/>
    <w:rsid w:val="00ED3BC6"/>
    <w:rsid w:val="00EE1952"/>
    <w:rsid w:val="00F06456"/>
    <w:rsid w:val="00F12808"/>
    <w:rsid w:val="00F202DA"/>
    <w:rsid w:val="00F37FD2"/>
    <w:rsid w:val="00F4086F"/>
    <w:rsid w:val="00F41389"/>
    <w:rsid w:val="00F8630B"/>
    <w:rsid w:val="00FA040E"/>
    <w:rsid w:val="00FC0238"/>
    <w:rsid w:val="00FC1934"/>
    <w:rsid w:val="00FE074F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6ED8A0E-BBCC-4942-9BEE-84C084478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\Desktop\llll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DF577-198F-4EA6-BC23-A6445EE38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lllll - Copy.dotx</Template>
  <TotalTime>28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shayan</cp:lastModifiedBy>
  <cp:revision>13</cp:revision>
  <cp:lastPrinted>2016-07-27T14:12:00Z</cp:lastPrinted>
  <dcterms:created xsi:type="dcterms:W3CDTF">2016-08-05T11:12:00Z</dcterms:created>
  <dcterms:modified xsi:type="dcterms:W3CDTF">2017-09-05T14:39:00Z</dcterms:modified>
</cp:coreProperties>
</file>