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D91C92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D91C92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D91C92">
        <w:rPr>
          <w:rFonts w:cs="B Titr" w:hint="cs"/>
          <w:sz w:val="36"/>
          <w:szCs w:val="36"/>
          <w:rtl/>
          <w:lang w:bidi="fa-IR"/>
        </w:rPr>
        <w:t>6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رشته</w:t>
      </w:r>
      <w:r w:rsidRPr="00164FC8">
        <w:rPr>
          <w:rFonts w:cs="2  Esfehan" w:hint="cs"/>
          <w:b/>
          <w:bCs/>
          <w:sz w:val="46"/>
          <w:szCs w:val="46"/>
          <w:rtl/>
          <w:lang w:bidi="fa-IR"/>
        </w:rPr>
        <w:t xml:space="preserve"> </w:t>
      </w:r>
      <w:r w:rsidR="000F088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2D3888">
        <w:rPr>
          <w:rFonts w:cs="2  Esfehan" w:hint="cs"/>
          <w:sz w:val="36"/>
          <w:szCs w:val="36"/>
          <w:rtl/>
          <w:lang w:bidi="fa-IR"/>
        </w:rPr>
        <w:t xml:space="preserve"> </w:t>
      </w:r>
      <w:r w:rsidR="0072138B">
        <w:rPr>
          <w:rFonts w:cs="2  Esfehan" w:hint="cs"/>
          <w:sz w:val="36"/>
          <w:szCs w:val="36"/>
          <w:rtl/>
          <w:lang w:bidi="fa-IR"/>
        </w:rPr>
        <w:t xml:space="preserve">مربی کودک 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72138B">
        <w:rPr>
          <w:rFonts w:cs="B Titr" w:hint="cs"/>
          <w:sz w:val="36"/>
          <w:szCs w:val="36"/>
          <w:rtl/>
          <w:lang w:bidi="fa-IR"/>
        </w:rPr>
        <w:t>3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38"/>
                              <w:gridCol w:w="15"/>
                              <w:gridCol w:w="30"/>
                              <w:gridCol w:w="495"/>
                              <w:gridCol w:w="498"/>
                              <w:gridCol w:w="571"/>
                              <w:gridCol w:w="19"/>
                              <w:gridCol w:w="478"/>
                              <w:gridCol w:w="66"/>
                              <w:gridCol w:w="567"/>
                              <w:gridCol w:w="499"/>
                              <w:gridCol w:w="50"/>
                              <w:gridCol w:w="517"/>
                              <w:gridCol w:w="493"/>
                              <w:gridCol w:w="74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0F088C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0F088C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B62771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0F088C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3E06AF" w:rsidRPr="00DC6433" w:rsidRDefault="003E06AF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3E06AF" w:rsidRPr="00007C4A" w:rsidRDefault="003E06AF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94B50" w:rsidRPr="0043440D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94B50" w:rsidRPr="00DC6433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2610" w:type="dxa"/>
                                  <w:gridSpan w:val="9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94B50" w:rsidRPr="00365909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6590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آموزش عملی2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94B50" w:rsidRPr="00A92ABA" w:rsidRDefault="00A94B5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RPr="0043440D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13F1E" w:rsidRPr="00DC6433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gridSpan w:val="6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365909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6590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بازی و اسباب بازی</w:t>
                                  </w:r>
                                </w:p>
                              </w:tc>
                              <w:tc>
                                <w:tcPr>
                                  <w:tcW w:w="49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3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RPr="0043440D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13F1E" w:rsidRPr="00DC6433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2066" w:type="dxa"/>
                                  <w:gridSpan w:val="7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شروع خواندن</w:t>
                                  </w:r>
                                </w:p>
                              </w:tc>
                              <w:tc>
                                <w:tcPr>
                                  <w:tcW w:w="111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شیمی </w:t>
                                  </w:r>
                                  <w:r w:rsidRPr="0036590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عمومی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آزشیمی 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آزشیمی 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RPr="0043440D" w:rsidTr="003E4438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13F1E" w:rsidRPr="00DC6433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0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67" w:type="dxa"/>
                                  <w:gridSpan w:val="6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3A4312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مفاهیم</w:t>
                                  </w:r>
                                  <w:r w:rsidR="003A431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dotted" w:sz="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RPr="0043440D" w:rsidTr="003E4438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13F1E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83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0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استثنایی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640D7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سنجش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RPr="0043440D" w:rsidTr="003E4438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813F1E" w:rsidRPr="00DC6433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2047" w:type="dxa"/>
                                  <w:gridSpan w:val="6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365909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365909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بازی و اسباب بازی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gridSpan w:val="3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365909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813F1E" w:rsidRPr="00A92ABA" w:rsidRDefault="00813F1E" w:rsidP="00813F1E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06AF" w:rsidRDefault="003E06AF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38"/>
                        <w:gridCol w:w="15"/>
                        <w:gridCol w:w="30"/>
                        <w:gridCol w:w="495"/>
                        <w:gridCol w:w="498"/>
                        <w:gridCol w:w="571"/>
                        <w:gridCol w:w="19"/>
                        <w:gridCol w:w="478"/>
                        <w:gridCol w:w="66"/>
                        <w:gridCol w:w="567"/>
                        <w:gridCol w:w="499"/>
                        <w:gridCol w:w="50"/>
                        <w:gridCol w:w="517"/>
                        <w:gridCol w:w="493"/>
                        <w:gridCol w:w="74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0F088C" w:rsidTr="003E4438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11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0F088C" w:rsidTr="003E443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B62771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0F088C" w:rsidTr="003E443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3E06AF" w:rsidRPr="00DC6433" w:rsidRDefault="003E06AF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3E06AF" w:rsidRPr="00007C4A" w:rsidRDefault="003E06AF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A94B50" w:rsidRPr="0043440D" w:rsidTr="003E443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94B50" w:rsidRPr="00DC6433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2610" w:type="dxa"/>
                            <w:gridSpan w:val="9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94B50" w:rsidRPr="00365909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6590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 عملی2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94B50" w:rsidRPr="00A92ABA" w:rsidRDefault="00A94B5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RPr="0043440D" w:rsidTr="003E443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13F1E" w:rsidRPr="00DC6433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2047" w:type="dxa"/>
                            <w:gridSpan w:val="6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365909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6590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بازی و اسباب بازی</w:t>
                            </w:r>
                          </w:p>
                        </w:tc>
                        <w:tc>
                          <w:tcPr>
                            <w:tcW w:w="49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3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9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RPr="0043440D" w:rsidTr="003E443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13F1E" w:rsidRPr="00DC6433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2066" w:type="dxa"/>
                            <w:gridSpan w:val="7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شروع خواندن</w:t>
                            </w:r>
                          </w:p>
                        </w:tc>
                        <w:tc>
                          <w:tcPr>
                            <w:tcW w:w="111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شیمی </w:t>
                            </w:r>
                            <w:r w:rsidRPr="0036590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6"/>
                                <w:szCs w:val="16"/>
                                <w:rtl/>
                                <w:lang w:bidi="fa-IR"/>
                              </w:rPr>
                              <w:t>عمومی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آزشیمی 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آزشیمی 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RPr="0043440D" w:rsidTr="003E4438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13F1E" w:rsidRPr="00DC6433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0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267" w:type="dxa"/>
                            <w:gridSpan w:val="6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813F1E" w:rsidRPr="00640D7A" w:rsidRDefault="00813F1E" w:rsidP="003A4312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مفاهیم</w:t>
                            </w:r>
                            <w:r w:rsidR="003A431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dotted" w:sz="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RPr="0043440D" w:rsidTr="003E4438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13F1E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83" w:type="dxa"/>
                            <w:gridSpan w:val="3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8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30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استثنایی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</w:t>
                            </w:r>
                          </w:p>
                        </w:tc>
                        <w:tc>
                          <w:tcPr>
                            <w:tcW w:w="1201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640D7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سنجش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RPr="0043440D" w:rsidTr="003E4438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813F1E" w:rsidRPr="00DC6433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2047" w:type="dxa"/>
                            <w:gridSpan w:val="6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365909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365909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بازی و اسباب بازی</w:t>
                            </w:r>
                          </w:p>
                        </w:tc>
                        <w:tc>
                          <w:tcPr>
                            <w:tcW w:w="563" w:type="dxa"/>
                            <w:gridSpan w:val="3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365909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813F1E" w:rsidRPr="00A92ABA" w:rsidRDefault="00813F1E" w:rsidP="00813F1E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3E06AF" w:rsidRDefault="003E06AF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B62771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9554F9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007C4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CE129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640D7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9554F9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DC6433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9554F9" w:rsidRPr="00A92ABA" w:rsidRDefault="009554F9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B62771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9554F9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007C4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CE129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640D7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9554F9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DC6433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9554F9" w:rsidRPr="00A92ABA" w:rsidRDefault="009554F9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8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2"/>
                              <w:gridCol w:w="2416"/>
                              <w:gridCol w:w="986"/>
                              <w:gridCol w:w="695"/>
                              <w:gridCol w:w="1326"/>
                            </w:tblGrid>
                            <w:tr w:rsidR="009554F9" w:rsidTr="00E94A52">
                              <w:trPr>
                                <w:trHeight w:val="860"/>
                              </w:trPr>
                              <w:tc>
                                <w:tcPr>
                                  <w:tcW w:w="8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درس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9554F9" w:rsidRPr="00981669" w:rsidRDefault="009554F9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3114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top w:val="single" w:sz="12" w:space="0" w:color="auto"/>
                                  </w:tcBorders>
                                  <w:vAlign w:val="center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بازی و اسباب بازی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1020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  <w:tcBorders>
                                    <w:top w:val="single" w:sz="12" w:space="0" w:color="auto"/>
                                  </w:tcBorders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top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رحیم زاده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3114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vAlign w:val="center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بازی و اسباب بازی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1020/1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3109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vAlign w:val="center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شروع خواندن</w:t>
                                  </w:r>
                                  <w:r w:rsidR="00DC5E2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نوشتن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1026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فاضل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3090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vAlign w:val="center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شیمی عمومی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1022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کتانی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3091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آزشیمی</w:t>
                                  </w:r>
                                  <w:r w:rsidR="00DC5E20"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عمومی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1023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23616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کتان</w:t>
                                  </w:r>
                                  <w:r w:rsidRPr="0042361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3091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آزشیمی</w:t>
                                  </w:r>
                                  <w:r w:rsidR="00DC5E20" w:rsidRP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عمومی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672AAC" w:rsidRPr="00813F1E" w:rsidRDefault="00672AAC" w:rsidP="00672AAC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1023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23616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کتان</w:t>
                                  </w:r>
                                  <w:r w:rsidRPr="0042361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3094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سنجش</w:t>
                                  </w:r>
                                  <w:r w:rsidR="00DC5E2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و اندازه گیری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1032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ابوالقاسمی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3098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کودکان </w:t>
                                  </w:r>
                                  <w:r w:rsid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استثنایی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1018/1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منتظری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3116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مدیریت</w:t>
                                  </w:r>
                                  <w:r w:rsidR="00DC5E2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 در مراکز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1027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423616">
                                    <w:rPr>
                                      <w:rFonts w:ascii="Arial Black" w:hAnsi="Arial Black" w:cs="2  Mitra" w:hint="eastAsi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ابوالقاسم</w:t>
                                  </w:r>
                                  <w:r w:rsidRPr="00423616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DC5E20" w:rsidP="003A431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</w:t>
                                  </w:r>
                                  <w:r w:rsidR="003A431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03</w:t>
                                  </w:r>
                                </w:p>
                              </w:tc>
                              <w:tc>
                                <w:tcPr>
                                  <w:tcW w:w="2416" w:type="dxa"/>
                                  <w:vAlign w:val="center"/>
                                </w:tcPr>
                                <w:p w:rsidR="00813F1E" w:rsidRPr="00640D7A" w:rsidRDefault="00DC5E20" w:rsidP="003A4312">
                                  <w:pPr>
                                    <w:bidi/>
                                    <w:suppressOverlap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آموزش </w:t>
                                  </w:r>
                                  <w:r w:rsidR="00813F1E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مفاهیم</w:t>
                                  </w:r>
                                  <w:r w:rsidR="003A431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672AAC" w:rsidP="003A4312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  <w:r w:rsidR="003A4312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bookmarkStart w:id="0" w:name="_GoBack"/>
                                  <w:bookmarkEnd w:id="0"/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672AAC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423616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مهرابی</w:t>
                                  </w: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640D7A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6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5" w:type="dxa"/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813F1E" w:rsidTr="00E94A52">
                              <w:tc>
                                <w:tcPr>
                                  <w:tcW w:w="892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16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86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5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26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813F1E" w:rsidRPr="00813F1E" w:rsidRDefault="00813F1E" w:rsidP="00DC5E20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554F9" w:rsidRDefault="009554F9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9554F9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9554F9" w:rsidRDefault="009554F9"/>
                              </w:tc>
                            </w:tr>
                          </w:tbl>
                          <w:p w:rsidR="009554F9" w:rsidRDefault="009554F9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80" w:type="dxa"/>
                        <w:tblLook w:val="04A0" w:firstRow="1" w:lastRow="0" w:firstColumn="1" w:lastColumn="0" w:noHBand="0" w:noVBand="1"/>
                      </w:tblPr>
                      <w:tblGrid>
                        <w:gridCol w:w="892"/>
                        <w:gridCol w:w="2416"/>
                        <w:gridCol w:w="986"/>
                        <w:gridCol w:w="695"/>
                        <w:gridCol w:w="1326"/>
                      </w:tblGrid>
                      <w:tr w:rsidR="009554F9" w:rsidTr="00E94A52">
                        <w:trPr>
                          <w:trHeight w:val="860"/>
                        </w:trPr>
                        <w:tc>
                          <w:tcPr>
                            <w:tcW w:w="892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درس</w:t>
                            </w:r>
                          </w:p>
                        </w:tc>
                        <w:tc>
                          <w:tcPr>
                            <w:tcW w:w="695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9554F9" w:rsidRPr="00981669" w:rsidRDefault="009554F9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top w:val="single" w:sz="12" w:space="0" w:color="auto"/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3114</w:t>
                            </w:r>
                          </w:p>
                        </w:tc>
                        <w:tc>
                          <w:tcPr>
                            <w:tcW w:w="2416" w:type="dxa"/>
                            <w:tcBorders>
                              <w:top w:val="single" w:sz="12" w:space="0" w:color="auto"/>
                            </w:tcBorders>
                            <w:vAlign w:val="center"/>
                          </w:tcPr>
                          <w:p w:rsidR="00813F1E" w:rsidRPr="00813F1E" w:rsidRDefault="00813F1E" w:rsidP="00DC5E20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بازی و اسباب بازی</w:t>
                            </w:r>
                          </w:p>
                        </w:tc>
                        <w:tc>
                          <w:tcPr>
                            <w:tcW w:w="986" w:type="dxa"/>
                            <w:tcBorders>
                              <w:top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1020</w:t>
                            </w:r>
                          </w:p>
                        </w:tc>
                        <w:tc>
                          <w:tcPr>
                            <w:tcW w:w="695" w:type="dxa"/>
                            <w:tcBorders>
                              <w:top w:val="single" w:sz="12" w:space="0" w:color="auto"/>
                            </w:tcBorders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top w:val="single" w:sz="12" w:space="0" w:color="auto"/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رحیم زاده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3114</w:t>
                            </w:r>
                          </w:p>
                        </w:tc>
                        <w:tc>
                          <w:tcPr>
                            <w:tcW w:w="2416" w:type="dxa"/>
                            <w:vAlign w:val="center"/>
                          </w:tcPr>
                          <w:p w:rsidR="00813F1E" w:rsidRPr="00813F1E" w:rsidRDefault="00813F1E" w:rsidP="00DC5E20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بازی و اسباب بازی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1020/1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3109</w:t>
                            </w:r>
                          </w:p>
                        </w:tc>
                        <w:tc>
                          <w:tcPr>
                            <w:tcW w:w="2416" w:type="dxa"/>
                            <w:vAlign w:val="center"/>
                          </w:tcPr>
                          <w:p w:rsidR="00813F1E" w:rsidRPr="00640D7A" w:rsidRDefault="00813F1E" w:rsidP="00DC5E20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شروع خواندن</w:t>
                            </w:r>
                            <w:r w:rsidR="00DC5E2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نوشتن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1026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فاضل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3090</w:t>
                            </w:r>
                          </w:p>
                        </w:tc>
                        <w:tc>
                          <w:tcPr>
                            <w:tcW w:w="2416" w:type="dxa"/>
                            <w:vAlign w:val="center"/>
                          </w:tcPr>
                          <w:p w:rsidR="00813F1E" w:rsidRPr="00813F1E" w:rsidRDefault="00813F1E" w:rsidP="00DC5E20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شیمی عمومی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1022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کتانی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3091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آزشیمی</w:t>
                            </w:r>
                            <w:r w:rsidR="00DC5E20"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عمومی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1023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23616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کتان</w:t>
                            </w:r>
                            <w:r w:rsidRPr="0042361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3091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آزشیمی</w:t>
                            </w:r>
                            <w:r w:rsidR="00DC5E20" w:rsidRP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عمومی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672AAC" w:rsidRPr="00813F1E" w:rsidRDefault="00672AAC" w:rsidP="00672AAC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1023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23616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کتان</w:t>
                            </w:r>
                            <w:r w:rsidRPr="0042361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3094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سنجش</w:t>
                            </w:r>
                            <w:r w:rsidR="00DC5E2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و اندازه گیری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1032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ابوالقاسمی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3098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کودکان </w:t>
                            </w:r>
                            <w:r w:rsid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استثنایی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1018/1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منتظری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3116</w:t>
                            </w: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مدیریت</w:t>
                            </w:r>
                            <w:r w:rsidR="00DC5E2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در مراکز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1027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23616">
                              <w:rPr>
                                <w:rFonts w:ascii="Arial Black" w:hAnsi="Arial Black" w:cs="2  Mitr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ابوالقاسم</w:t>
                            </w:r>
                            <w:r w:rsidRPr="00423616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DC5E20" w:rsidP="003A4312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</w:t>
                            </w:r>
                            <w:r w:rsidR="003A431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03</w:t>
                            </w:r>
                          </w:p>
                        </w:tc>
                        <w:tc>
                          <w:tcPr>
                            <w:tcW w:w="2416" w:type="dxa"/>
                            <w:vAlign w:val="center"/>
                          </w:tcPr>
                          <w:p w:rsidR="00813F1E" w:rsidRPr="00640D7A" w:rsidRDefault="00DC5E20" w:rsidP="003A4312">
                            <w:pPr>
                              <w:bidi/>
                              <w:suppressOverlap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آموزش </w:t>
                            </w:r>
                            <w:r w:rsidR="00813F1E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مفاهیم</w:t>
                            </w:r>
                            <w:r w:rsidR="003A431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672AAC" w:rsidP="003A4312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10</w:t>
                            </w:r>
                            <w:r w:rsidR="003A4312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  <w:bookmarkStart w:id="1" w:name="_GoBack"/>
                            <w:bookmarkEnd w:id="1"/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672AAC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423616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مهرابی</w:t>
                            </w: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640D7A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416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5" w:type="dxa"/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326" w:type="dxa"/>
                            <w:tcBorders>
                              <w:righ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813F1E" w:rsidTr="00E94A52">
                        <w:tc>
                          <w:tcPr>
                            <w:tcW w:w="892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416" w:type="dxa"/>
                            <w:tcBorders>
                              <w:bottom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86" w:type="dxa"/>
                            <w:tcBorders>
                              <w:bottom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5" w:type="dxa"/>
                            <w:tcBorders>
                              <w:bottom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326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813F1E" w:rsidRPr="00813F1E" w:rsidRDefault="00813F1E" w:rsidP="00DC5E20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9554F9" w:rsidRDefault="009554F9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9554F9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9554F9" w:rsidRDefault="009554F9"/>
                        </w:tc>
                      </w:tr>
                    </w:tbl>
                    <w:p w:rsidR="009554F9" w:rsidRDefault="009554F9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6290" w:rsidRPr="00DC6433" w:rsidRDefault="00B5629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B56290" w:rsidRDefault="00B5629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B56290" w:rsidRPr="00DC6433" w:rsidRDefault="00B5629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B56290" w:rsidRPr="00DC6433" w:rsidRDefault="00B5629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B56290" w:rsidRDefault="00B5629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B56290" w:rsidRPr="00DC6433" w:rsidRDefault="00B5629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482240" w:rsidRDefault="00B23D35" w:rsidP="00DD05C6">
      <w:pPr>
        <w:bidi/>
        <w:spacing w:line="168" w:lineRule="auto"/>
        <w:jc w:val="center"/>
        <w:rPr>
          <w:rFonts w:ascii="IranNastaliq" w:hAnsi="IranNastaliq" w:cs="B Nazanin"/>
          <w:sz w:val="28"/>
          <w:szCs w:val="28"/>
          <w:rtl/>
          <w:lang w:bidi="fa-IR"/>
        </w:rPr>
      </w:pPr>
      <w:r w:rsidRPr="00164FC8">
        <w:rPr>
          <w:rFonts w:cs="2  Esfehan" w:hint="cs"/>
          <w:sz w:val="36"/>
          <w:szCs w:val="36"/>
          <w:rtl/>
          <w:lang w:bidi="fa-IR"/>
        </w:rPr>
        <w:t xml:space="preserve">برنامه </w:t>
      </w:r>
    </w:p>
    <w:sectPr w:rsidR="00482240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403" w:rsidRDefault="00201403" w:rsidP="00B06BC8">
      <w:pPr>
        <w:spacing w:after="0" w:line="240" w:lineRule="auto"/>
      </w:pPr>
      <w:r>
        <w:separator/>
      </w:r>
    </w:p>
  </w:endnote>
  <w:endnote w:type="continuationSeparator" w:id="0">
    <w:p w:rsidR="00201403" w:rsidRDefault="00201403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403" w:rsidRDefault="00201403" w:rsidP="00B06BC8">
      <w:pPr>
        <w:spacing w:after="0" w:line="240" w:lineRule="auto"/>
      </w:pPr>
      <w:r>
        <w:separator/>
      </w:r>
    </w:p>
  </w:footnote>
  <w:footnote w:type="continuationSeparator" w:id="0">
    <w:p w:rsidR="00201403" w:rsidRDefault="00201403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29A4"/>
    <w:rsid w:val="00093EA7"/>
    <w:rsid w:val="000977EC"/>
    <w:rsid w:val="00097B0F"/>
    <w:rsid w:val="000B3148"/>
    <w:rsid w:val="000B73FA"/>
    <w:rsid w:val="000E1BA5"/>
    <w:rsid w:val="000F088C"/>
    <w:rsid w:val="001254DF"/>
    <w:rsid w:val="00143D9D"/>
    <w:rsid w:val="0014647E"/>
    <w:rsid w:val="001520FB"/>
    <w:rsid w:val="0016467B"/>
    <w:rsid w:val="001B28F8"/>
    <w:rsid w:val="001D2B40"/>
    <w:rsid w:val="00201403"/>
    <w:rsid w:val="00206809"/>
    <w:rsid w:val="0021250B"/>
    <w:rsid w:val="00214A5B"/>
    <w:rsid w:val="00222795"/>
    <w:rsid w:val="0022467C"/>
    <w:rsid w:val="002414EE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47987"/>
    <w:rsid w:val="00351069"/>
    <w:rsid w:val="00365909"/>
    <w:rsid w:val="00366FFF"/>
    <w:rsid w:val="0036753C"/>
    <w:rsid w:val="003949E6"/>
    <w:rsid w:val="003A4312"/>
    <w:rsid w:val="003B605E"/>
    <w:rsid w:val="003C6AE5"/>
    <w:rsid w:val="003D7131"/>
    <w:rsid w:val="003E06AF"/>
    <w:rsid w:val="003E4438"/>
    <w:rsid w:val="003F1E6D"/>
    <w:rsid w:val="003F4A00"/>
    <w:rsid w:val="003F7235"/>
    <w:rsid w:val="00423616"/>
    <w:rsid w:val="00431F35"/>
    <w:rsid w:val="004426F7"/>
    <w:rsid w:val="00455D04"/>
    <w:rsid w:val="00463042"/>
    <w:rsid w:val="0046661E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82EB0"/>
    <w:rsid w:val="005C2386"/>
    <w:rsid w:val="005E28CF"/>
    <w:rsid w:val="0063686F"/>
    <w:rsid w:val="006548E1"/>
    <w:rsid w:val="00672AAC"/>
    <w:rsid w:val="006926A7"/>
    <w:rsid w:val="00696452"/>
    <w:rsid w:val="006C2A0C"/>
    <w:rsid w:val="006E1445"/>
    <w:rsid w:val="006E678E"/>
    <w:rsid w:val="006F2244"/>
    <w:rsid w:val="0072138B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806E51"/>
    <w:rsid w:val="00813F1E"/>
    <w:rsid w:val="00831C65"/>
    <w:rsid w:val="0083292F"/>
    <w:rsid w:val="008374FE"/>
    <w:rsid w:val="00845956"/>
    <w:rsid w:val="00872AF7"/>
    <w:rsid w:val="00875653"/>
    <w:rsid w:val="00891AFF"/>
    <w:rsid w:val="00894964"/>
    <w:rsid w:val="008B4F3B"/>
    <w:rsid w:val="008C72EA"/>
    <w:rsid w:val="00912AA4"/>
    <w:rsid w:val="0094304D"/>
    <w:rsid w:val="009554F9"/>
    <w:rsid w:val="00982885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94B50"/>
    <w:rsid w:val="00AA378C"/>
    <w:rsid w:val="00AA6391"/>
    <w:rsid w:val="00AF6D80"/>
    <w:rsid w:val="00B06BC8"/>
    <w:rsid w:val="00B111A5"/>
    <w:rsid w:val="00B23D35"/>
    <w:rsid w:val="00B42367"/>
    <w:rsid w:val="00B46DCB"/>
    <w:rsid w:val="00B55D97"/>
    <w:rsid w:val="00B56290"/>
    <w:rsid w:val="00B62771"/>
    <w:rsid w:val="00B63ECD"/>
    <w:rsid w:val="00BD3460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80247"/>
    <w:rsid w:val="00CB3330"/>
    <w:rsid w:val="00CC6C0D"/>
    <w:rsid w:val="00CD238D"/>
    <w:rsid w:val="00CF4B7B"/>
    <w:rsid w:val="00D120AF"/>
    <w:rsid w:val="00D219C6"/>
    <w:rsid w:val="00D22076"/>
    <w:rsid w:val="00D67E84"/>
    <w:rsid w:val="00D8676C"/>
    <w:rsid w:val="00D91C92"/>
    <w:rsid w:val="00DA01C2"/>
    <w:rsid w:val="00DC5E20"/>
    <w:rsid w:val="00DD05C6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94A52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C0238"/>
    <w:rsid w:val="00FC1934"/>
    <w:rsid w:val="00FE074F"/>
    <w:rsid w:val="00FE3AC2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A86F78E-F4AA-4B38-AD0D-6BA42734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59A1A-8388-4168-8CB8-0F1EFB197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16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18</cp:revision>
  <cp:lastPrinted>2017-09-04T04:45:00Z</cp:lastPrinted>
  <dcterms:created xsi:type="dcterms:W3CDTF">2016-08-05T19:04:00Z</dcterms:created>
  <dcterms:modified xsi:type="dcterms:W3CDTF">2017-09-06T07:43:00Z</dcterms:modified>
</cp:coreProperties>
</file>