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706B33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9</w:t>
      </w:r>
      <w:r w:rsidR="00706B33">
        <w:rPr>
          <w:rFonts w:cs="B Titr" w:hint="cs"/>
          <w:sz w:val="36"/>
          <w:szCs w:val="36"/>
          <w:rtl/>
          <w:lang w:bidi="fa-IR"/>
        </w:rPr>
        <w:t>7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706B33">
        <w:rPr>
          <w:rFonts w:cs="B Titr" w:hint="cs"/>
          <w:sz w:val="36"/>
          <w:szCs w:val="36"/>
          <w:rtl/>
          <w:lang w:bidi="fa-IR"/>
        </w:rPr>
        <w:t>6</w:t>
      </w:r>
      <w:r w:rsidR="00984CE0">
        <w:rPr>
          <w:rFonts w:cs="B Titr" w:hint="cs"/>
          <w:sz w:val="36"/>
          <w:szCs w:val="36"/>
          <w:rtl/>
          <w:lang w:bidi="fa-IR"/>
        </w:rPr>
        <w:t xml:space="preserve"> رشته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</w:t>
      </w:r>
      <w:r w:rsidR="00984CE0">
        <w:rPr>
          <w:rFonts w:cs="2  Esfehan" w:hint="cs"/>
          <w:sz w:val="36"/>
          <w:szCs w:val="36"/>
          <w:rtl/>
          <w:lang w:bidi="fa-IR"/>
        </w:rPr>
        <w:t>مدیریت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 </w:t>
      </w:r>
      <w:r w:rsidR="00D6255A">
        <w:rPr>
          <w:rFonts w:cs="2  Esfehan" w:hint="cs"/>
          <w:sz w:val="36"/>
          <w:szCs w:val="36"/>
          <w:rtl/>
          <w:lang w:bidi="fa-IR"/>
        </w:rPr>
        <w:t xml:space="preserve">خانواده </w:t>
      </w:r>
      <w:r w:rsidRPr="009554F9">
        <w:rPr>
          <w:rFonts w:cs="B Titr" w:hint="cs"/>
          <w:sz w:val="36"/>
          <w:szCs w:val="36"/>
          <w:rtl/>
          <w:lang w:bidi="fa-IR"/>
        </w:rPr>
        <w:t>ترم</w:t>
      </w:r>
      <w:r w:rsidR="00984CE0">
        <w:rPr>
          <w:rFonts w:cs="B Titr" w:hint="cs"/>
          <w:sz w:val="36"/>
          <w:szCs w:val="36"/>
          <w:rtl/>
          <w:lang w:bidi="fa-IR"/>
        </w:rPr>
        <w:t xml:space="preserve"> </w:t>
      </w:r>
      <w:r w:rsidR="00A23CD2">
        <w:rPr>
          <w:rFonts w:cs="B Titr" w:hint="cs"/>
          <w:sz w:val="36"/>
          <w:szCs w:val="36"/>
          <w:rtl/>
          <w:lang w:bidi="fa-IR"/>
        </w:rPr>
        <w:t>2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</w:p>
    <w:p w:rsidR="004E3993" w:rsidRPr="00007C4A" w:rsidRDefault="00CD238D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3959225</wp:posOffset>
                </wp:positionH>
                <wp:positionV relativeFrom="paragraph">
                  <wp:posOffset>554355</wp:posOffset>
                </wp:positionV>
                <wp:extent cx="5810885" cy="4202430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31"/>
                              <w:gridCol w:w="498"/>
                              <w:gridCol w:w="497"/>
                              <w:gridCol w:w="568"/>
                              <w:gridCol w:w="568"/>
                              <w:gridCol w:w="566"/>
                              <w:gridCol w:w="576"/>
                              <w:gridCol w:w="558"/>
                              <w:gridCol w:w="576"/>
                              <w:gridCol w:w="75"/>
                              <w:gridCol w:w="492"/>
                              <w:gridCol w:w="567"/>
                              <w:gridCol w:w="567"/>
                              <w:gridCol w:w="521"/>
                              <w:gridCol w:w="581"/>
                            </w:tblGrid>
                            <w:tr w:rsidR="00AD3770" w:rsidTr="00353110">
                              <w:trPr>
                                <w:jc w:val="center"/>
                              </w:trPr>
                              <w:tc>
                                <w:tcPr>
                                  <w:tcW w:w="4316" w:type="dxa"/>
                                  <w:gridSpan w:val="8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513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AD3770" w:rsidTr="00353110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5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B62771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143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02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AD3770" w:rsidTr="00353110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58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21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AD3770" w:rsidRPr="0043440D" w:rsidTr="00353110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D3770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D3770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3" w:type="dxa"/>
                                  <w:gridSpan w:val="3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D3770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1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D3770" w:rsidRPr="0043440D" w:rsidTr="00353110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CE129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CE129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" w:type="dxa"/>
                                  <w:tcBorders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8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1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D3770" w:rsidRPr="0043440D" w:rsidTr="00353110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5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D3770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AD3770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زن وسلامت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D3770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AD3770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زن وتوسعه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برنامه ریزی</w:t>
                                  </w:r>
                                  <w:r w:rsidR="00902EB1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غذا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1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53110" w:rsidRPr="0043440D" w:rsidTr="00353110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53110" w:rsidRPr="00DC6433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  <w:gridSpan w:val="3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53110" w:rsidRPr="00640D7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حقوق</w:t>
                                  </w:r>
                                </w:p>
                              </w:tc>
                              <w:tc>
                                <w:tcPr>
                                  <w:tcW w:w="1065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53110" w:rsidRPr="00640D7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آمار</w:t>
                                  </w:r>
                                  <w:r w:rsidR="00832E38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حیاتی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53110" w:rsidRPr="00640D7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بهره وری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53110" w:rsidRPr="00640D7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توانبخشی</w:t>
                                  </w:r>
                                </w:p>
                              </w:tc>
                              <w:tc>
                                <w:tcPr>
                                  <w:tcW w:w="651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53110" w:rsidRPr="00640D7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53110" w:rsidRPr="00640D7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353110" w:rsidRPr="00A92AB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53110" w:rsidRPr="00A92AB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1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353110" w:rsidRPr="00A92AB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53110" w:rsidRPr="00A92AB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53110" w:rsidRPr="0043440D" w:rsidTr="00353110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53110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53110" w:rsidRPr="00640D7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ژنتیک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53110" w:rsidRPr="00640D7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53110" w:rsidRPr="00640D7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شیمی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53110" w:rsidRPr="00640D7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آزآلی</w:t>
                                  </w:r>
                                </w:p>
                              </w:tc>
                              <w:tc>
                                <w:tcPr>
                                  <w:tcW w:w="1143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53110" w:rsidRPr="00640D7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آزآلی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353110" w:rsidRPr="00A92AB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53110" w:rsidRPr="00A92AB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1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353110" w:rsidRPr="00A92AB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53110" w:rsidRPr="00A92AB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53110" w:rsidRPr="0043440D" w:rsidTr="00353110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53110" w:rsidRPr="00DC6433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53110" w:rsidRPr="00A92AB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53110" w:rsidRPr="00A92AB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353110" w:rsidRPr="00A92AB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53110" w:rsidRPr="00A92AB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53110" w:rsidRPr="00A92AB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53110" w:rsidRPr="00A92AB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353110" w:rsidRPr="00A92AB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8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53110" w:rsidRPr="00A92AB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53110" w:rsidRPr="00A92AB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53110" w:rsidRPr="00A92AB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353110" w:rsidRPr="00A92AB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53110" w:rsidRPr="00A92AB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1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353110" w:rsidRPr="00A92AB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53110" w:rsidRPr="00A92ABA" w:rsidRDefault="00353110" w:rsidP="0035311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D3770" w:rsidRDefault="00AD3770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31"/>
                        <w:gridCol w:w="498"/>
                        <w:gridCol w:w="497"/>
                        <w:gridCol w:w="568"/>
                        <w:gridCol w:w="568"/>
                        <w:gridCol w:w="566"/>
                        <w:gridCol w:w="576"/>
                        <w:gridCol w:w="558"/>
                        <w:gridCol w:w="576"/>
                        <w:gridCol w:w="75"/>
                        <w:gridCol w:w="492"/>
                        <w:gridCol w:w="567"/>
                        <w:gridCol w:w="567"/>
                        <w:gridCol w:w="521"/>
                        <w:gridCol w:w="581"/>
                      </w:tblGrid>
                      <w:tr w:rsidR="00AD3770" w:rsidTr="00353110">
                        <w:trPr>
                          <w:jc w:val="center"/>
                        </w:trPr>
                        <w:tc>
                          <w:tcPr>
                            <w:tcW w:w="4316" w:type="dxa"/>
                            <w:gridSpan w:val="8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513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AD3770" w:rsidTr="00353110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82" w:type="dxa"/>
                            <w:gridSpan w:val="3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5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B62771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143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02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AD3770" w:rsidTr="00353110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9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68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8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6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76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58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76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21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AD3770" w:rsidRPr="0043440D" w:rsidTr="00353110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D3770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D3770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43" w:type="dxa"/>
                            <w:gridSpan w:val="3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D3770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1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D3770" w:rsidRPr="0043440D" w:rsidTr="00353110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84" w:type="dxa"/>
                            <w:gridSpan w:val="2"/>
                            <w:tcBorders>
                              <w:top w:val="single" w:sz="4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CE129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CE129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6" w:type="dxa"/>
                            <w:tcBorders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8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1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D3770" w:rsidRPr="0043440D" w:rsidTr="00353110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84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8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65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D3770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AD3770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زن وسلامت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D3770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AD3770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زن وتوسعه</w:t>
                            </w:r>
                          </w:p>
                        </w:tc>
                        <w:tc>
                          <w:tcPr>
                            <w:tcW w:w="57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برنامه ریزی</w:t>
                            </w:r>
                            <w:r w:rsidR="00902EB1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غذا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1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53110" w:rsidRPr="0043440D" w:rsidTr="00353110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53110" w:rsidRPr="00DC6433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982" w:type="dxa"/>
                            <w:gridSpan w:val="3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53110" w:rsidRPr="00640D7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حقوق</w:t>
                            </w:r>
                          </w:p>
                        </w:tc>
                        <w:tc>
                          <w:tcPr>
                            <w:tcW w:w="1065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53110" w:rsidRPr="00640D7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آمار</w:t>
                            </w:r>
                            <w:r w:rsidR="00832E38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حیاتی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53110" w:rsidRPr="00640D7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بهره وری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53110" w:rsidRPr="00640D7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توانبخشی</w:t>
                            </w:r>
                          </w:p>
                        </w:tc>
                        <w:tc>
                          <w:tcPr>
                            <w:tcW w:w="651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53110" w:rsidRPr="00640D7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53110" w:rsidRPr="00640D7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353110" w:rsidRPr="00A92AB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353110" w:rsidRPr="00A92AB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1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353110" w:rsidRPr="00A92AB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353110" w:rsidRPr="00A92AB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53110" w:rsidRPr="0043440D" w:rsidTr="00353110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53110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1479" w:type="dxa"/>
                            <w:gridSpan w:val="4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53110" w:rsidRPr="00640D7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ژنتیک</w:t>
                            </w:r>
                          </w:p>
                        </w:tc>
                        <w:tc>
                          <w:tcPr>
                            <w:tcW w:w="56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53110" w:rsidRPr="00640D7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53110" w:rsidRPr="00640D7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شیمی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53110" w:rsidRPr="00640D7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آزآلی</w:t>
                            </w:r>
                          </w:p>
                        </w:tc>
                        <w:tc>
                          <w:tcPr>
                            <w:tcW w:w="1143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53110" w:rsidRPr="00640D7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آزآلی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353110" w:rsidRPr="00A92AB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53110" w:rsidRPr="00A92AB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1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353110" w:rsidRPr="00A92AB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53110" w:rsidRPr="00A92AB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53110" w:rsidRPr="0043440D" w:rsidTr="00353110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53110" w:rsidRPr="00DC6433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53110" w:rsidRPr="00A92AB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53110" w:rsidRPr="00A92AB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353110" w:rsidRPr="00A92AB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53110" w:rsidRPr="00A92AB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53110" w:rsidRPr="00A92AB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53110" w:rsidRPr="00A92AB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6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353110" w:rsidRPr="00A92AB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8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53110" w:rsidRPr="00A92AB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6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53110" w:rsidRPr="00A92AB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53110" w:rsidRPr="00A92AB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353110" w:rsidRPr="00A92AB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53110" w:rsidRPr="00A92AB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1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353110" w:rsidRPr="00A92AB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53110" w:rsidRPr="00A92ABA" w:rsidRDefault="00353110" w:rsidP="0035311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AD3770" w:rsidRDefault="00AD3770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3945890</wp:posOffset>
                </wp:positionH>
                <wp:positionV relativeFrom="paragraph">
                  <wp:posOffset>572135</wp:posOffset>
                </wp:positionV>
                <wp:extent cx="5810885" cy="4202430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AD3770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AD3770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B62771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AD3770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AD3770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D3770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CE129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CE129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D3770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D3770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D3770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D3770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D3770" w:rsidRDefault="00AD3770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fRDhgIAABc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AD3770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AD3770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B62771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AD3770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AD3770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D3770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CE129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CE129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D3770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D3770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D3770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D3770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AD3770" w:rsidRDefault="00AD3770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499" w:type="dxa"/>
                              <w:tblInd w:w="1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077"/>
                              <w:gridCol w:w="1870"/>
                              <w:gridCol w:w="982"/>
                              <w:gridCol w:w="699"/>
                              <w:gridCol w:w="1871"/>
                            </w:tblGrid>
                            <w:tr w:rsidR="00AD3770" w:rsidTr="007E5D67">
                              <w:trPr>
                                <w:trHeight w:val="860"/>
                              </w:trPr>
                              <w:tc>
                                <w:tcPr>
                                  <w:tcW w:w="107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981669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1870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981669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981669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981669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1871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981669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C36DCA" w:rsidTr="007E5D67">
                              <w:tc>
                                <w:tcPr>
                                  <w:tcW w:w="107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C36DCA" w:rsidRPr="00640D7A" w:rsidRDefault="00C36DCA" w:rsidP="00C36DCA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3146</w:t>
                                  </w:r>
                                </w:p>
                              </w:tc>
                              <w:tc>
                                <w:tcPr>
                                  <w:tcW w:w="1870" w:type="dxa"/>
                                  <w:tcBorders>
                                    <w:top w:val="single" w:sz="12" w:space="0" w:color="auto"/>
                                  </w:tcBorders>
                                  <w:vAlign w:val="center"/>
                                </w:tcPr>
                                <w:p w:rsidR="00C36DCA" w:rsidRPr="00D63EDA" w:rsidRDefault="00C36DCA" w:rsidP="00C36DCA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63ED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زن وسلامت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C36DCA" w:rsidRPr="00640D7A" w:rsidRDefault="00C36DCA" w:rsidP="00C36DCA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817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C36DCA" w:rsidRPr="00640D7A" w:rsidRDefault="00FC1FC5" w:rsidP="00C36DCA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36DCA" w:rsidRPr="00640D7A" w:rsidRDefault="00C01EDD" w:rsidP="00C36DCA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احمدی</w:t>
                                  </w:r>
                                </w:p>
                              </w:tc>
                            </w:tr>
                            <w:tr w:rsidR="00C36DCA" w:rsidTr="007E5D67">
                              <w:tc>
                                <w:tcPr>
                                  <w:tcW w:w="1077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C36DCA" w:rsidRPr="00640D7A" w:rsidRDefault="00C36DCA" w:rsidP="00C36DCA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3134</w:t>
                                  </w:r>
                                </w:p>
                              </w:tc>
                              <w:tc>
                                <w:tcPr>
                                  <w:tcW w:w="1870" w:type="dxa"/>
                                  <w:vAlign w:val="center"/>
                                </w:tcPr>
                                <w:p w:rsidR="00C36DCA" w:rsidRPr="00D63EDA" w:rsidRDefault="00C36DCA" w:rsidP="00C36DCA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63ED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زن وتوسعه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C36DCA" w:rsidRPr="00640D7A" w:rsidRDefault="00C36DCA" w:rsidP="00C36DCA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818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C36DCA" w:rsidRPr="00640D7A" w:rsidRDefault="00FC1FC5" w:rsidP="00C36DCA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C36DCA" w:rsidRPr="00640D7A" w:rsidRDefault="00C01EDD" w:rsidP="00C36DCA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احمدی</w:t>
                                  </w:r>
                                </w:p>
                              </w:tc>
                            </w:tr>
                            <w:tr w:rsidR="00C36DCA" w:rsidTr="007E5D67">
                              <w:tc>
                                <w:tcPr>
                                  <w:tcW w:w="1077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C36DCA" w:rsidRPr="00640D7A" w:rsidRDefault="00C36DCA" w:rsidP="00C36DCA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3133</w:t>
                                  </w:r>
                                </w:p>
                              </w:tc>
                              <w:tc>
                                <w:tcPr>
                                  <w:tcW w:w="1870" w:type="dxa"/>
                                  <w:vAlign w:val="center"/>
                                </w:tcPr>
                                <w:p w:rsidR="00C36DCA" w:rsidRPr="00D63EDA" w:rsidRDefault="00C36DCA" w:rsidP="00C36DCA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63ED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برنامه ریزی غذایی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C36DCA" w:rsidRPr="00640D7A" w:rsidRDefault="00C36DCA" w:rsidP="00C36DCA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810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C36DCA" w:rsidRPr="00640D7A" w:rsidRDefault="00FC1FC5" w:rsidP="00C36DCA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C36DCA" w:rsidRPr="00640D7A" w:rsidRDefault="00C01EDD" w:rsidP="00C36DCA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واعظی</w:t>
                                  </w:r>
                                </w:p>
                              </w:tc>
                            </w:tr>
                            <w:tr w:rsidR="00C36DCA" w:rsidTr="007E5D67">
                              <w:tc>
                                <w:tcPr>
                                  <w:tcW w:w="1077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C36DCA" w:rsidRPr="00640D7A" w:rsidRDefault="00C36DCA" w:rsidP="00C36DCA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3135</w:t>
                                  </w:r>
                                </w:p>
                              </w:tc>
                              <w:tc>
                                <w:tcPr>
                                  <w:tcW w:w="1870" w:type="dxa"/>
                                </w:tcPr>
                                <w:p w:rsidR="00C36DCA" w:rsidRPr="00D63EDA" w:rsidRDefault="00C36DCA" w:rsidP="00C36DCA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63ED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حقوق کودک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C36DCA" w:rsidRPr="00640D7A" w:rsidRDefault="00C36DCA" w:rsidP="00C36DCA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812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C36DCA" w:rsidRPr="00640D7A" w:rsidRDefault="00FC1FC5" w:rsidP="00C36DCA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C36DCA" w:rsidRPr="00640D7A" w:rsidRDefault="00C01EDD" w:rsidP="00C36DCA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صف ارا</w:t>
                                  </w:r>
                                </w:p>
                              </w:tc>
                            </w:tr>
                            <w:tr w:rsidR="00C36DCA" w:rsidTr="007E5D67">
                              <w:tc>
                                <w:tcPr>
                                  <w:tcW w:w="1077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C36DCA" w:rsidRPr="00640D7A" w:rsidRDefault="00C36DCA" w:rsidP="00C36DCA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3121</w:t>
                                  </w:r>
                                </w:p>
                              </w:tc>
                              <w:tc>
                                <w:tcPr>
                                  <w:tcW w:w="1870" w:type="dxa"/>
                                  <w:vAlign w:val="center"/>
                                </w:tcPr>
                                <w:p w:rsidR="00C36DCA" w:rsidRPr="00D63EDA" w:rsidRDefault="00C36DCA" w:rsidP="00C36DCA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63ED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آمار حیاتی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C36DCA" w:rsidRPr="00640D7A" w:rsidRDefault="00C36DCA" w:rsidP="00C36DCA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814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C36DCA" w:rsidRPr="00640D7A" w:rsidRDefault="00FC1FC5" w:rsidP="00C36DCA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C36DCA" w:rsidRPr="00640D7A" w:rsidRDefault="00C01EDD" w:rsidP="00C36DCA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خدایی</w:t>
                                  </w:r>
                                </w:p>
                              </w:tc>
                            </w:tr>
                            <w:tr w:rsidR="00C36DCA" w:rsidTr="007E5D67">
                              <w:tc>
                                <w:tcPr>
                                  <w:tcW w:w="1077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C36DCA" w:rsidRPr="00640D7A" w:rsidRDefault="00C36DCA" w:rsidP="00C36DCA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3148</w:t>
                                  </w:r>
                                </w:p>
                              </w:tc>
                              <w:tc>
                                <w:tcPr>
                                  <w:tcW w:w="1870" w:type="dxa"/>
                                </w:tcPr>
                                <w:p w:rsidR="00C36DCA" w:rsidRPr="00D63EDA" w:rsidRDefault="00C36DCA" w:rsidP="00C36DCA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63ED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توانبخشی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C36DCA" w:rsidRPr="00640D7A" w:rsidRDefault="00C36DCA" w:rsidP="00C36DCA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811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C36DCA" w:rsidRPr="00640D7A" w:rsidRDefault="00FC1FC5" w:rsidP="00C36DCA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C36DCA" w:rsidRPr="00640D7A" w:rsidRDefault="00C01EDD" w:rsidP="00C36DCA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معماریان</w:t>
                                  </w:r>
                                </w:p>
                              </w:tc>
                            </w:tr>
                            <w:tr w:rsidR="00C36DCA" w:rsidTr="007E5D67">
                              <w:tc>
                                <w:tcPr>
                                  <w:tcW w:w="1077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C36DCA" w:rsidRPr="00640D7A" w:rsidRDefault="00C36DCA" w:rsidP="00C36DCA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3130</w:t>
                                  </w:r>
                                </w:p>
                              </w:tc>
                              <w:tc>
                                <w:tcPr>
                                  <w:tcW w:w="1870" w:type="dxa"/>
                                  <w:vAlign w:val="center"/>
                                </w:tcPr>
                                <w:p w:rsidR="00C36DCA" w:rsidRPr="00D63EDA" w:rsidRDefault="00C36DCA" w:rsidP="00C36DCA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63ED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بهره وری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C36DCA" w:rsidRPr="00640D7A" w:rsidRDefault="00C36DCA" w:rsidP="00C36DCA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819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C36DCA" w:rsidRPr="00640D7A" w:rsidRDefault="00FC1FC5" w:rsidP="00C36DCA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C36DCA" w:rsidRPr="00640D7A" w:rsidRDefault="00C01EDD" w:rsidP="00C36DCA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احمدی</w:t>
                                  </w:r>
                                </w:p>
                              </w:tc>
                            </w:tr>
                            <w:tr w:rsidR="00C36DCA" w:rsidTr="007E5D67">
                              <w:tc>
                                <w:tcPr>
                                  <w:tcW w:w="1077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C36DCA" w:rsidRPr="00640D7A" w:rsidRDefault="00C36DCA" w:rsidP="00C36DCA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3119</w:t>
                                  </w:r>
                                </w:p>
                              </w:tc>
                              <w:tc>
                                <w:tcPr>
                                  <w:tcW w:w="1870" w:type="dxa"/>
                                  <w:vAlign w:val="center"/>
                                </w:tcPr>
                                <w:p w:rsidR="00C36DCA" w:rsidRPr="00D63EDA" w:rsidRDefault="00C36DCA" w:rsidP="00C36DCA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63ED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شیمی آلی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C36DCA" w:rsidRPr="00640D7A" w:rsidRDefault="00C36DCA" w:rsidP="00C36DCA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815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C36DCA" w:rsidRPr="00640D7A" w:rsidRDefault="00FC1FC5" w:rsidP="00C36DCA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C36DCA" w:rsidRPr="00640D7A" w:rsidRDefault="00C01EDD" w:rsidP="00C36DCA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معتمدی</w:t>
                                  </w:r>
                                </w:p>
                              </w:tc>
                            </w:tr>
                            <w:tr w:rsidR="00C01EDD" w:rsidTr="007E5D67">
                              <w:tc>
                                <w:tcPr>
                                  <w:tcW w:w="1077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C01EDD" w:rsidRPr="00640D7A" w:rsidRDefault="00C01EDD" w:rsidP="00C01ED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3120</w:t>
                                  </w:r>
                                </w:p>
                              </w:tc>
                              <w:tc>
                                <w:tcPr>
                                  <w:tcW w:w="1870" w:type="dxa"/>
                                </w:tcPr>
                                <w:p w:rsidR="00C01EDD" w:rsidRPr="00D63EDA" w:rsidRDefault="00C01EDD" w:rsidP="00C01ED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63ED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آزشیمی آلی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C01EDD" w:rsidRPr="00640D7A" w:rsidRDefault="00C01EDD" w:rsidP="00C01ED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816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C01EDD" w:rsidRPr="00640D7A" w:rsidRDefault="00C01EDD" w:rsidP="00C01ED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C01EDD" w:rsidRPr="00640D7A" w:rsidRDefault="00C01EDD" w:rsidP="00C01EDD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معتمدی</w:t>
                                  </w:r>
                                </w:p>
                              </w:tc>
                            </w:tr>
                            <w:tr w:rsidR="00C01EDD" w:rsidTr="007E5D67">
                              <w:tc>
                                <w:tcPr>
                                  <w:tcW w:w="1077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C01EDD" w:rsidRPr="00640D7A" w:rsidRDefault="00C01EDD" w:rsidP="00C01ED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3120</w:t>
                                  </w:r>
                                </w:p>
                              </w:tc>
                              <w:tc>
                                <w:tcPr>
                                  <w:tcW w:w="1870" w:type="dxa"/>
                                </w:tcPr>
                                <w:p w:rsidR="00C01EDD" w:rsidRPr="00D63EDA" w:rsidRDefault="00C01EDD" w:rsidP="00C01ED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63ED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آزآلی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C01EDD" w:rsidRPr="00640D7A" w:rsidRDefault="00C01EDD" w:rsidP="00C01ED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816/1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C01EDD" w:rsidRPr="00640D7A" w:rsidRDefault="00C01EDD" w:rsidP="00C01ED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C01EDD" w:rsidRPr="00640D7A" w:rsidRDefault="00C01EDD" w:rsidP="00C01EDD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معتمدی</w:t>
                                  </w:r>
                                </w:p>
                              </w:tc>
                            </w:tr>
                            <w:tr w:rsidR="00C01EDD" w:rsidTr="007E5D67">
                              <w:tc>
                                <w:tcPr>
                                  <w:tcW w:w="1077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C01EDD" w:rsidRPr="00640D7A" w:rsidRDefault="00C01EDD" w:rsidP="00C01ED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3132</w:t>
                                  </w:r>
                                </w:p>
                              </w:tc>
                              <w:tc>
                                <w:tcPr>
                                  <w:tcW w:w="1870" w:type="dxa"/>
                                </w:tcPr>
                                <w:p w:rsidR="00C01EDD" w:rsidRPr="00D63EDA" w:rsidRDefault="00C01EDD" w:rsidP="00C01ED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63ED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ژنتیک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C01EDD" w:rsidRPr="00640D7A" w:rsidRDefault="00C01EDD" w:rsidP="00C01ED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820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C01EDD" w:rsidRPr="00640D7A" w:rsidRDefault="00C01EDD" w:rsidP="00C01ED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C01EDD" w:rsidRPr="00640D7A" w:rsidRDefault="00C01EDD" w:rsidP="00C01EDD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قاهری</w:t>
                                  </w:r>
                                </w:p>
                              </w:tc>
                            </w:tr>
                            <w:tr w:rsidR="00C01EDD" w:rsidTr="007E5D67">
                              <w:tc>
                                <w:tcPr>
                                  <w:tcW w:w="1077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C01EDD" w:rsidRPr="00640D7A" w:rsidRDefault="00C01EDD" w:rsidP="00C01ED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0" w:type="dxa"/>
                                </w:tcPr>
                                <w:p w:rsidR="00C01EDD" w:rsidRPr="00640D7A" w:rsidRDefault="00C01EDD" w:rsidP="00C01ED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C01EDD" w:rsidRPr="00640D7A" w:rsidRDefault="00C01EDD" w:rsidP="00C01ED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C01EDD" w:rsidRPr="00640D7A" w:rsidRDefault="00C01EDD" w:rsidP="00C01ED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C01EDD" w:rsidRPr="00640D7A" w:rsidRDefault="00C01EDD" w:rsidP="00C01EDD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C01EDD" w:rsidTr="007E5D67">
                              <w:tc>
                                <w:tcPr>
                                  <w:tcW w:w="1077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C01EDD" w:rsidRPr="00981669" w:rsidRDefault="00C01EDD" w:rsidP="00C01ED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0" w:type="dxa"/>
                                </w:tcPr>
                                <w:p w:rsidR="00C01EDD" w:rsidRPr="00981669" w:rsidRDefault="00C01EDD" w:rsidP="00C01ED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C01EDD" w:rsidRPr="00981669" w:rsidRDefault="00C01EDD" w:rsidP="00C01ED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C01EDD" w:rsidRPr="00981669" w:rsidRDefault="00C01EDD" w:rsidP="00C01ED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C01EDD" w:rsidRPr="00981669" w:rsidRDefault="00C01EDD" w:rsidP="00C01EDD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C01EDD" w:rsidTr="007E5D67">
                              <w:tc>
                                <w:tcPr>
                                  <w:tcW w:w="1077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C01EDD" w:rsidRPr="00981669" w:rsidRDefault="00C01EDD" w:rsidP="00C01ED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0" w:type="dxa"/>
                                </w:tcPr>
                                <w:p w:rsidR="00C01EDD" w:rsidRPr="00981669" w:rsidRDefault="00C01EDD" w:rsidP="00C01ED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C01EDD" w:rsidRPr="00981669" w:rsidRDefault="00C01EDD" w:rsidP="00C01ED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C01EDD" w:rsidRPr="00981669" w:rsidRDefault="00C01EDD" w:rsidP="00C01ED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C01EDD" w:rsidRPr="00981669" w:rsidRDefault="00C01EDD" w:rsidP="00C01EDD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C01EDD" w:rsidTr="007E5D67">
                              <w:tc>
                                <w:tcPr>
                                  <w:tcW w:w="107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C01EDD" w:rsidRPr="00981669" w:rsidRDefault="00C01EDD" w:rsidP="00C01ED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0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C01EDD" w:rsidRPr="00981669" w:rsidRDefault="00C01EDD" w:rsidP="00C01ED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2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C01EDD" w:rsidRPr="00981669" w:rsidRDefault="00C01EDD" w:rsidP="00C01ED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C01EDD" w:rsidRPr="00981669" w:rsidRDefault="00C01EDD" w:rsidP="00C01ED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C01EDD" w:rsidRPr="00981669" w:rsidRDefault="00C01EDD" w:rsidP="00C01EDD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D3770" w:rsidRDefault="00AD3770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AD3770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AD3770" w:rsidRDefault="00AD3770"/>
                              </w:tc>
                            </w:tr>
                          </w:tbl>
                          <w:p w:rsidR="00AD3770" w:rsidRDefault="00AD3770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1.3pt;margin-top:45.5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ie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499" w:type="dxa"/>
                        <w:tblInd w:w="16" w:type="dxa"/>
                        <w:tblLook w:val="04A0" w:firstRow="1" w:lastRow="0" w:firstColumn="1" w:lastColumn="0" w:noHBand="0" w:noVBand="1"/>
                      </w:tblPr>
                      <w:tblGrid>
                        <w:gridCol w:w="1077"/>
                        <w:gridCol w:w="1870"/>
                        <w:gridCol w:w="982"/>
                        <w:gridCol w:w="699"/>
                        <w:gridCol w:w="1871"/>
                      </w:tblGrid>
                      <w:tr w:rsidR="00AD3770" w:rsidTr="007E5D67">
                        <w:trPr>
                          <w:trHeight w:val="860"/>
                        </w:trPr>
                        <w:tc>
                          <w:tcPr>
                            <w:tcW w:w="107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981669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1870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981669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982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981669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981669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1871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981669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C36DCA" w:rsidTr="007E5D67">
                        <w:tc>
                          <w:tcPr>
                            <w:tcW w:w="1077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C36DCA" w:rsidRPr="00640D7A" w:rsidRDefault="00C36DCA" w:rsidP="00C36DCA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3146</w:t>
                            </w:r>
                          </w:p>
                        </w:tc>
                        <w:tc>
                          <w:tcPr>
                            <w:tcW w:w="1870" w:type="dxa"/>
                            <w:tcBorders>
                              <w:top w:val="single" w:sz="12" w:space="0" w:color="auto"/>
                            </w:tcBorders>
                            <w:vAlign w:val="center"/>
                          </w:tcPr>
                          <w:p w:rsidR="00C36DCA" w:rsidRPr="00D63EDA" w:rsidRDefault="00C36DCA" w:rsidP="00C36DCA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63EDA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زن وسلامت</w:t>
                            </w:r>
                          </w:p>
                        </w:tc>
                        <w:tc>
                          <w:tcPr>
                            <w:tcW w:w="982" w:type="dxa"/>
                            <w:tcBorders>
                              <w:top w:val="single" w:sz="12" w:space="0" w:color="auto"/>
                            </w:tcBorders>
                          </w:tcPr>
                          <w:p w:rsidR="00C36DCA" w:rsidRPr="00640D7A" w:rsidRDefault="00C36DCA" w:rsidP="00C36DCA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817</w:t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12" w:space="0" w:color="auto"/>
                            </w:tcBorders>
                          </w:tcPr>
                          <w:p w:rsidR="00C36DCA" w:rsidRPr="00640D7A" w:rsidRDefault="00FC1FC5" w:rsidP="00C36DCA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71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C36DCA" w:rsidRPr="00640D7A" w:rsidRDefault="00C01EDD" w:rsidP="00C36DCA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احمدی</w:t>
                            </w:r>
                          </w:p>
                        </w:tc>
                      </w:tr>
                      <w:tr w:rsidR="00C36DCA" w:rsidTr="007E5D67">
                        <w:tc>
                          <w:tcPr>
                            <w:tcW w:w="1077" w:type="dxa"/>
                            <w:tcBorders>
                              <w:left w:val="single" w:sz="12" w:space="0" w:color="auto"/>
                            </w:tcBorders>
                          </w:tcPr>
                          <w:p w:rsidR="00C36DCA" w:rsidRPr="00640D7A" w:rsidRDefault="00C36DCA" w:rsidP="00C36DCA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3134</w:t>
                            </w:r>
                          </w:p>
                        </w:tc>
                        <w:tc>
                          <w:tcPr>
                            <w:tcW w:w="1870" w:type="dxa"/>
                            <w:vAlign w:val="center"/>
                          </w:tcPr>
                          <w:p w:rsidR="00C36DCA" w:rsidRPr="00D63EDA" w:rsidRDefault="00C36DCA" w:rsidP="00C36DCA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63EDA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زن وتوسعه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C36DCA" w:rsidRPr="00640D7A" w:rsidRDefault="00C36DCA" w:rsidP="00C36DCA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818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C36DCA" w:rsidRPr="00640D7A" w:rsidRDefault="00FC1FC5" w:rsidP="00C36DCA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71" w:type="dxa"/>
                            <w:tcBorders>
                              <w:right w:val="single" w:sz="12" w:space="0" w:color="auto"/>
                            </w:tcBorders>
                          </w:tcPr>
                          <w:p w:rsidR="00C36DCA" w:rsidRPr="00640D7A" w:rsidRDefault="00C01EDD" w:rsidP="00C36DCA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احمدی</w:t>
                            </w:r>
                          </w:p>
                        </w:tc>
                      </w:tr>
                      <w:tr w:rsidR="00C36DCA" w:rsidTr="007E5D67">
                        <w:tc>
                          <w:tcPr>
                            <w:tcW w:w="1077" w:type="dxa"/>
                            <w:tcBorders>
                              <w:left w:val="single" w:sz="12" w:space="0" w:color="auto"/>
                            </w:tcBorders>
                          </w:tcPr>
                          <w:p w:rsidR="00C36DCA" w:rsidRPr="00640D7A" w:rsidRDefault="00C36DCA" w:rsidP="00C36DCA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3133</w:t>
                            </w:r>
                          </w:p>
                        </w:tc>
                        <w:tc>
                          <w:tcPr>
                            <w:tcW w:w="1870" w:type="dxa"/>
                            <w:vAlign w:val="center"/>
                          </w:tcPr>
                          <w:p w:rsidR="00C36DCA" w:rsidRPr="00D63EDA" w:rsidRDefault="00C36DCA" w:rsidP="00C36DCA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63EDA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برنامه ریزی غذایی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C36DCA" w:rsidRPr="00640D7A" w:rsidRDefault="00C36DCA" w:rsidP="00C36DCA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810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C36DCA" w:rsidRPr="00640D7A" w:rsidRDefault="00FC1FC5" w:rsidP="00C36DCA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71" w:type="dxa"/>
                            <w:tcBorders>
                              <w:right w:val="single" w:sz="12" w:space="0" w:color="auto"/>
                            </w:tcBorders>
                          </w:tcPr>
                          <w:p w:rsidR="00C36DCA" w:rsidRPr="00640D7A" w:rsidRDefault="00C01EDD" w:rsidP="00C36DCA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واعظی</w:t>
                            </w:r>
                          </w:p>
                        </w:tc>
                      </w:tr>
                      <w:tr w:rsidR="00C36DCA" w:rsidTr="007E5D67">
                        <w:tc>
                          <w:tcPr>
                            <w:tcW w:w="1077" w:type="dxa"/>
                            <w:tcBorders>
                              <w:left w:val="single" w:sz="12" w:space="0" w:color="auto"/>
                            </w:tcBorders>
                          </w:tcPr>
                          <w:p w:rsidR="00C36DCA" w:rsidRPr="00640D7A" w:rsidRDefault="00C36DCA" w:rsidP="00C36DCA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3135</w:t>
                            </w:r>
                          </w:p>
                        </w:tc>
                        <w:tc>
                          <w:tcPr>
                            <w:tcW w:w="1870" w:type="dxa"/>
                          </w:tcPr>
                          <w:p w:rsidR="00C36DCA" w:rsidRPr="00D63EDA" w:rsidRDefault="00C36DCA" w:rsidP="00C36DCA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63EDA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حقوق کودک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C36DCA" w:rsidRPr="00640D7A" w:rsidRDefault="00C36DCA" w:rsidP="00C36DCA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812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C36DCA" w:rsidRPr="00640D7A" w:rsidRDefault="00FC1FC5" w:rsidP="00C36DCA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71" w:type="dxa"/>
                            <w:tcBorders>
                              <w:right w:val="single" w:sz="12" w:space="0" w:color="auto"/>
                            </w:tcBorders>
                          </w:tcPr>
                          <w:p w:rsidR="00C36DCA" w:rsidRPr="00640D7A" w:rsidRDefault="00C01EDD" w:rsidP="00C36DCA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صف ارا</w:t>
                            </w:r>
                          </w:p>
                        </w:tc>
                      </w:tr>
                      <w:tr w:rsidR="00C36DCA" w:rsidTr="007E5D67">
                        <w:tc>
                          <w:tcPr>
                            <w:tcW w:w="1077" w:type="dxa"/>
                            <w:tcBorders>
                              <w:left w:val="single" w:sz="12" w:space="0" w:color="auto"/>
                            </w:tcBorders>
                          </w:tcPr>
                          <w:p w:rsidR="00C36DCA" w:rsidRPr="00640D7A" w:rsidRDefault="00C36DCA" w:rsidP="00C36DCA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3121</w:t>
                            </w:r>
                          </w:p>
                        </w:tc>
                        <w:tc>
                          <w:tcPr>
                            <w:tcW w:w="1870" w:type="dxa"/>
                            <w:vAlign w:val="center"/>
                          </w:tcPr>
                          <w:p w:rsidR="00C36DCA" w:rsidRPr="00D63EDA" w:rsidRDefault="00C36DCA" w:rsidP="00C36DCA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63EDA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آمار حیاتی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C36DCA" w:rsidRPr="00640D7A" w:rsidRDefault="00C36DCA" w:rsidP="00C36DCA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814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C36DCA" w:rsidRPr="00640D7A" w:rsidRDefault="00FC1FC5" w:rsidP="00C36DCA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71" w:type="dxa"/>
                            <w:tcBorders>
                              <w:right w:val="single" w:sz="12" w:space="0" w:color="auto"/>
                            </w:tcBorders>
                          </w:tcPr>
                          <w:p w:rsidR="00C36DCA" w:rsidRPr="00640D7A" w:rsidRDefault="00C01EDD" w:rsidP="00C36DCA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خدایی</w:t>
                            </w:r>
                          </w:p>
                        </w:tc>
                      </w:tr>
                      <w:tr w:rsidR="00C36DCA" w:rsidTr="007E5D67">
                        <w:tc>
                          <w:tcPr>
                            <w:tcW w:w="1077" w:type="dxa"/>
                            <w:tcBorders>
                              <w:left w:val="single" w:sz="12" w:space="0" w:color="auto"/>
                            </w:tcBorders>
                          </w:tcPr>
                          <w:p w:rsidR="00C36DCA" w:rsidRPr="00640D7A" w:rsidRDefault="00C36DCA" w:rsidP="00C36DCA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3148</w:t>
                            </w:r>
                          </w:p>
                        </w:tc>
                        <w:tc>
                          <w:tcPr>
                            <w:tcW w:w="1870" w:type="dxa"/>
                          </w:tcPr>
                          <w:p w:rsidR="00C36DCA" w:rsidRPr="00D63EDA" w:rsidRDefault="00C36DCA" w:rsidP="00C36DCA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63EDA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توانبخشی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C36DCA" w:rsidRPr="00640D7A" w:rsidRDefault="00C36DCA" w:rsidP="00C36DCA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811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C36DCA" w:rsidRPr="00640D7A" w:rsidRDefault="00FC1FC5" w:rsidP="00C36DCA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71" w:type="dxa"/>
                            <w:tcBorders>
                              <w:right w:val="single" w:sz="12" w:space="0" w:color="auto"/>
                            </w:tcBorders>
                          </w:tcPr>
                          <w:p w:rsidR="00C36DCA" w:rsidRPr="00640D7A" w:rsidRDefault="00C01EDD" w:rsidP="00C36DCA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معماریان</w:t>
                            </w:r>
                          </w:p>
                        </w:tc>
                      </w:tr>
                      <w:tr w:rsidR="00C36DCA" w:rsidTr="007E5D67">
                        <w:tc>
                          <w:tcPr>
                            <w:tcW w:w="1077" w:type="dxa"/>
                            <w:tcBorders>
                              <w:left w:val="single" w:sz="12" w:space="0" w:color="auto"/>
                            </w:tcBorders>
                          </w:tcPr>
                          <w:p w:rsidR="00C36DCA" w:rsidRPr="00640D7A" w:rsidRDefault="00C36DCA" w:rsidP="00C36DCA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3130</w:t>
                            </w:r>
                          </w:p>
                        </w:tc>
                        <w:tc>
                          <w:tcPr>
                            <w:tcW w:w="1870" w:type="dxa"/>
                            <w:vAlign w:val="center"/>
                          </w:tcPr>
                          <w:p w:rsidR="00C36DCA" w:rsidRPr="00D63EDA" w:rsidRDefault="00C36DCA" w:rsidP="00C36DCA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63EDA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بهره وری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C36DCA" w:rsidRPr="00640D7A" w:rsidRDefault="00C36DCA" w:rsidP="00C36DCA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819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C36DCA" w:rsidRPr="00640D7A" w:rsidRDefault="00FC1FC5" w:rsidP="00C36DCA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71" w:type="dxa"/>
                            <w:tcBorders>
                              <w:right w:val="single" w:sz="12" w:space="0" w:color="auto"/>
                            </w:tcBorders>
                          </w:tcPr>
                          <w:p w:rsidR="00C36DCA" w:rsidRPr="00640D7A" w:rsidRDefault="00C01EDD" w:rsidP="00C36DCA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احمدی</w:t>
                            </w:r>
                          </w:p>
                        </w:tc>
                      </w:tr>
                      <w:tr w:rsidR="00C36DCA" w:rsidTr="007E5D67">
                        <w:tc>
                          <w:tcPr>
                            <w:tcW w:w="1077" w:type="dxa"/>
                            <w:tcBorders>
                              <w:left w:val="single" w:sz="12" w:space="0" w:color="auto"/>
                            </w:tcBorders>
                          </w:tcPr>
                          <w:p w:rsidR="00C36DCA" w:rsidRPr="00640D7A" w:rsidRDefault="00C36DCA" w:rsidP="00C36DCA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3119</w:t>
                            </w:r>
                          </w:p>
                        </w:tc>
                        <w:tc>
                          <w:tcPr>
                            <w:tcW w:w="1870" w:type="dxa"/>
                            <w:vAlign w:val="center"/>
                          </w:tcPr>
                          <w:p w:rsidR="00C36DCA" w:rsidRPr="00D63EDA" w:rsidRDefault="00C36DCA" w:rsidP="00C36DCA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63EDA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شیمی آلی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C36DCA" w:rsidRPr="00640D7A" w:rsidRDefault="00C36DCA" w:rsidP="00C36DCA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815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C36DCA" w:rsidRPr="00640D7A" w:rsidRDefault="00FC1FC5" w:rsidP="00C36DCA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71" w:type="dxa"/>
                            <w:tcBorders>
                              <w:right w:val="single" w:sz="12" w:space="0" w:color="auto"/>
                            </w:tcBorders>
                          </w:tcPr>
                          <w:p w:rsidR="00C36DCA" w:rsidRPr="00640D7A" w:rsidRDefault="00C01EDD" w:rsidP="00C36DCA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معتمدی</w:t>
                            </w:r>
                          </w:p>
                        </w:tc>
                      </w:tr>
                      <w:tr w:rsidR="00C01EDD" w:rsidTr="007E5D67">
                        <w:tc>
                          <w:tcPr>
                            <w:tcW w:w="1077" w:type="dxa"/>
                            <w:tcBorders>
                              <w:left w:val="single" w:sz="12" w:space="0" w:color="auto"/>
                            </w:tcBorders>
                          </w:tcPr>
                          <w:p w:rsidR="00C01EDD" w:rsidRPr="00640D7A" w:rsidRDefault="00C01EDD" w:rsidP="00C01ED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3120</w:t>
                            </w:r>
                          </w:p>
                        </w:tc>
                        <w:tc>
                          <w:tcPr>
                            <w:tcW w:w="1870" w:type="dxa"/>
                          </w:tcPr>
                          <w:p w:rsidR="00C01EDD" w:rsidRPr="00D63EDA" w:rsidRDefault="00C01EDD" w:rsidP="00C01ED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63EDA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آزشیمی آلی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C01EDD" w:rsidRPr="00640D7A" w:rsidRDefault="00C01EDD" w:rsidP="00C01ED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816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C01EDD" w:rsidRPr="00640D7A" w:rsidRDefault="00C01EDD" w:rsidP="00C01ED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71" w:type="dxa"/>
                            <w:tcBorders>
                              <w:right w:val="single" w:sz="12" w:space="0" w:color="auto"/>
                            </w:tcBorders>
                          </w:tcPr>
                          <w:p w:rsidR="00C01EDD" w:rsidRPr="00640D7A" w:rsidRDefault="00C01EDD" w:rsidP="00C01EDD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معتمدی</w:t>
                            </w:r>
                          </w:p>
                        </w:tc>
                      </w:tr>
                      <w:tr w:rsidR="00C01EDD" w:rsidTr="007E5D67">
                        <w:tc>
                          <w:tcPr>
                            <w:tcW w:w="1077" w:type="dxa"/>
                            <w:tcBorders>
                              <w:left w:val="single" w:sz="12" w:space="0" w:color="auto"/>
                            </w:tcBorders>
                          </w:tcPr>
                          <w:p w:rsidR="00C01EDD" w:rsidRPr="00640D7A" w:rsidRDefault="00C01EDD" w:rsidP="00C01ED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3120</w:t>
                            </w:r>
                          </w:p>
                        </w:tc>
                        <w:tc>
                          <w:tcPr>
                            <w:tcW w:w="1870" w:type="dxa"/>
                          </w:tcPr>
                          <w:p w:rsidR="00C01EDD" w:rsidRPr="00D63EDA" w:rsidRDefault="00C01EDD" w:rsidP="00C01ED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63EDA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آزآلی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C01EDD" w:rsidRPr="00640D7A" w:rsidRDefault="00C01EDD" w:rsidP="00C01ED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816/1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C01EDD" w:rsidRPr="00640D7A" w:rsidRDefault="00C01EDD" w:rsidP="00C01ED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71" w:type="dxa"/>
                            <w:tcBorders>
                              <w:right w:val="single" w:sz="12" w:space="0" w:color="auto"/>
                            </w:tcBorders>
                          </w:tcPr>
                          <w:p w:rsidR="00C01EDD" w:rsidRPr="00640D7A" w:rsidRDefault="00C01EDD" w:rsidP="00C01EDD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معتمدی</w:t>
                            </w:r>
                          </w:p>
                        </w:tc>
                      </w:tr>
                      <w:tr w:rsidR="00C01EDD" w:rsidTr="007E5D67">
                        <w:tc>
                          <w:tcPr>
                            <w:tcW w:w="1077" w:type="dxa"/>
                            <w:tcBorders>
                              <w:left w:val="single" w:sz="12" w:space="0" w:color="auto"/>
                            </w:tcBorders>
                          </w:tcPr>
                          <w:p w:rsidR="00C01EDD" w:rsidRPr="00640D7A" w:rsidRDefault="00C01EDD" w:rsidP="00C01ED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3132</w:t>
                            </w:r>
                          </w:p>
                        </w:tc>
                        <w:tc>
                          <w:tcPr>
                            <w:tcW w:w="1870" w:type="dxa"/>
                          </w:tcPr>
                          <w:p w:rsidR="00C01EDD" w:rsidRPr="00D63EDA" w:rsidRDefault="00C01EDD" w:rsidP="00C01ED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63EDA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ژنتیک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C01EDD" w:rsidRPr="00640D7A" w:rsidRDefault="00C01EDD" w:rsidP="00C01ED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820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C01EDD" w:rsidRPr="00640D7A" w:rsidRDefault="00C01EDD" w:rsidP="00C01ED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71" w:type="dxa"/>
                            <w:tcBorders>
                              <w:right w:val="single" w:sz="12" w:space="0" w:color="auto"/>
                            </w:tcBorders>
                          </w:tcPr>
                          <w:p w:rsidR="00C01EDD" w:rsidRPr="00640D7A" w:rsidRDefault="00C01EDD" w:rsidP="00C01EDD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قاهری</w:t>
                            </w:r>
                          </w:p>
                        </w:tc>
                      </w:tr>
                      <w:tr w:rsidR="00C01EDD" w:rsidTr="007E5D67">
                        <w:tc>
                          <w:tcPr>
                            <w:tcW w:w="1077" w:type="dxa"/>
                            <w:tcBorders>
                              <w:left w:val="single" w:sz="12" w:space="0" w:color="auto"/>
                            </w:tcBorders>
                          </w:tcPr>
                          <w:p w:rsidR="00C01EDD" w:rsidRPr="00640D7A" w:rsidRDefault="00C01EDD" w:rsidP="00C01ED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70" w:type="dxa"/>
                          </w:tcPr>
                          <w:p w:rsidR="00C01EDD" w:rsidRPr="00640D7A" w:rsidRDefault="00C01EDD" w:rsidP="00C01ED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2" w:type="dxa"/>
                          </w:tcPr>
                          <w:p w:rsidR="00C01EDD" w:rsidRPr="00640D7A" w:rsidRDefault="00C01EDD" w:rsidP="00C01ED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</w:tcPr>
                          <w:p w:rsidR="00C01EDD" w:rsidRPr="00640D7A" w:rsidRDefault="00C01EDD" w:rsidP="00C01ED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71" w:type="dxa"/>
                            <w:tcBorders>
                              <w:right w:val="single" w:sz="12" w:space="0" w:color="auto"/>
                            </w:tcBorders>
                          </w:tcPr>
                          <w:p w:rsidR="00C01EDD" w:rsidRPr="00640D7A" w:rsidRDefault="00C01EDD" w:rsidP="00C01EDD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C01EDD" w:rsidTr="007E5D67">
                        <w:tc>
                          <w:tcPr>
                            <w:tcW w:w="1077" w:type="dxa"/>
                            <w:tcBorders>
                              <w:left w:val="single" w:sz="12" w:space="0" w:color="auto"/>
                            </w:tcBorders>
                          </w:tcPr>
                          <w:p w:rsidR="00C01EDD" w:rsidRPr="00981669" w:rsidRDefault="00C01EDD" w:rsidP="00C01ED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70" w:type="dxa"/>
                          </w:tcPr>
                          <w:p w:rsidR="00C01EDD" w:rsidRPr="00981669" w:rsidRDefault="00C01EDD" w:rsidP="00C01EDD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2" w:type="dxa"/>
                          </w:tcPr>
                          <w:p w:rsidR="00C01EDD" w:rsidRPr="00981669" w:rsidRDefault="00C01EDD" w:rsidP="00C01ED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</w:tcPr>
                          <w:p w:rsidR="00C01EDD" w:rsidRPr="00981669" w:rsidRDefault="00C01EDD" w:rsidP="00C01ED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71" w:type="dxa"/>
                            <w:tcBorders>
                              <w:right w:val="single" w:sz="12" w:space="0" w:color="auto"/>
                            </w:tcBorders>
                          </w:tcPr>
                          <w:p w:rsidR="00C01EDD" w:rsidRPr="00981669" w:rsidRDefault="00C01EDD" w:rsidP="00C01EDD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C01EDD" w:rsidTr="007E5D67">
                        <w:tc>
                          <w:tcPr>
                            <w:tcW w:w="1077" w:type="dxa"/>
                            <w:tcBorders>
                              <w:left w:val="single" w:sz="12" w:space="0" w:color="auto"/>
                            </w:tcBorders>
                          </w:tcPr>
                          <w:p w:rsidR="00C01EDD" w:rsidRPr="00981669" w:rsidRDefault="00C01EDD" w:rsidP="00C01ED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70" w:type="dxa"/>
                          </w:tcPr>
                          <w:p w:rsidR="00C01EDD" w:rsidRPr="00981669" w:rsidRDefault="00C01EDD" w:rsidP="00C01EDD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2" w:type="dxa"/>
                          </w:tcPr>
                          <w:p w:rsidR="00C01EDD" w:rsidRPr="00981669" w:rsidRDefault="00C01EDD" w:rsidP="00C01ED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</w:tcPr>
                          <w:p w:rsidR="00C01EDD" w:rsidRPr="00981669" w:rsidRDefault="00C01EDD" w:rsidP="00C01ED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71" w:type="dxa"/>
                            <w:tcBorders>
                              <w:right w:val="single" w:sz="12" w:space="0" w:color="auto"/>
                            </w:tcBorders>
                          </w:tcPr>
                          <w:p w:rsidR="00C01EDD" w:rsidRPr="00981669" w:rsidRDefault="00C01EDD" w:rsidP="00C01EDD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C01EDD" w:rsidTr="007E5D67">
                        <w:tc>
                          <w:tcPr>
                            <w:tcW w:w="1077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C01EDD" w:rsidRPr="00981669" w:rsidRDefault="00C01EDD" w:rsidP="00C01ED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70" w:type="dxa"/>
                            <w:tcBorders>
                              <w:bottom w:val="single" w:sz="12" w:space="0" w:color="auto"/>
                            </w:tcBorders>
                          </w:tcPr>
                          <w:p w:rsidR="00C01EDD" w:rsidRPr="00981669" w:rsidRDefault="00C01EDD" w:rsidP="00C01EDD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2" w:type="dxa"/>
                            <w:tcBorders>
                              <w:bottom w:val="single" w:sz="12" w:space="0" w:color="auto"/>
                            </w:tcBorders>
                          </w:tcPr>
                          <w:p w:rsidR="00C01EDD" w:rsidRPr="00981669" w:rsidRDefault="00C01EDD" w:rsidP="00C01ED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  <w:tcBorders>
                              <w:bottom w:val="single" w:sz="12" w:space="0" w:color="auto"/>
                            </w:tcBorders>
                          </w:tcPr>
                          <w:p w:rsidR="00C01EDD" w:rsidRPr="00981669" w:rsidRDefault="00C01EDD" w:rsidP="00C01ED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7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C01EDD" w:rsidRPr="00981669" w:rsidRDefault="00C01EDD" w:rsidP="00C01EDD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AD3770" w:rsidRDefault="00AD3770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AD3770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AD3770" w:rsidRDefault="00AD3770"/>
                        </w:tc>
                      </w:tr>
                    </w:tbl>
                    <w:p w:rsidR="00AD3770" w:rsidRDefault="00AD3770" w:rsidP="004E3993"/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CD238D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0" t="0" r="444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3770" w:rsidRPr="00DC6433" w:rsidRDefault="00AD3770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AD3770" w:rsidRDefault="00AD3770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AD3770" w:rsidRPr="00DC6433" w:rsidRDefault="00AD3770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AD3770" w:rsidRPr="00DC6433" w:rsidRDefault="00AD3770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AD3770" w:rsidRDefault="00AD3770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AD3770" w:rsidRPr="00DC6433" w:rsidRDefault="00AD3770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p w:rsidR="00482240" w:rsidRDefault="00B23D35" w:rsidP="00D6255A">
      <w:pPr>
        <w:bidi/>
        <w:spacing w:line="168" w:lineRule="auto"/>
        <w:jc w:val="center"/>
        <w:rPr>
          <w:rFonts w:ascii="IranNastaliq" w:hAnsi="IranNastaliq" w:cs="B Nazanin"/>
          <w:sz w:val="28"/>
          <w:szCs w:val="28"/>
          <w:rtl/>
          <w:lang w:bidi="fa-IR"/>
        </w:rPr>
      </w:pPr>
      <w:r w:rsidRPr="00164FC8">
        <w:rPr>
          <w:rFonts w:cs="2  Esfehan" w:hint="cs"/>
          <w:sz w:val="36"/>
          <w:szCs w:val="36"/>
          <w:rtl/>
          <w:lang w:bidi="fa-IR"/>
        </w:rPr>
        <w:t xml:space="preserve">برنامه </w:t>
      </w:r>
    </w:p>
    <w:sectPr w:rsidR="00482240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B42" w:rsidRDefault="00283B42" w:rsidP="00B06BC8">
      <w:pPr>
        <w:spacing w:after="0" w:line="240" w:lineRule="auto"/>
      </w:pPr>
      <w:r>
        <w:separator/>
      </w:r>
    </w:p>
  </w:endnote>
  <w:endnote w:type="continuationSeparator" w:id="0">
    <w:p w:rsidR="00283B42" w:rsidRDefault="00283B42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B42" w:rsidRDefault="00283B42" w:rsidP="00B06BC8">
      <w:pPr>
        <w:spacing w:after="0" w:line="240" w:lineRule="auto"/>
      </w:pPr>
      <w:r>
        <w:separator/>
      </w:r>
    </w:p>
  </w:footnote>
  <w:footnote w:type="continuationSeparator" w:id="0">
    <w:p w:rsidR="00283B42" w:rsidRDefault="00283B42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65"/>
    <w:rsid w:val="00040884"/>
    <w:rsid w:val="00040964"/>
    <w:rsid w:val="000414F0"/>
    <w:rsid w:val="000420E5"/>
    <w:rsid w:val="0005752E"/>
    <w:rsid w:val="00061FD3"/>
    <w:rsid w:val="000652F7"/>
    <w:rsid w:val="000735B3"/>
    <w:rsid w:val="00074A0C"/>
    <w:rsid w:val="00080D1D"/>
    <w:rsid w:val="0009142F"/>
    <w:rsid w:val="00093EA7"/>
    <w:rsid w:val="000977EC"/>
    <w:rsid w:val="00097B0F"/>
    <w:rsid w:val="000B3148"/>
    <w:rsid w:val="000B73FA"/>
    <w:rsid w:val="000E1BA5"/>
    <w:rsid w:val="000E4A51"/>
    <w:rsid w:val="000F088C"/>
    <w:rsid w:val="000F33F4"/>
    <w:rsid w:val="001254DF"/>
    <w:rsid w:val="00143D9D"/>
    <w:rsid w:val="0014647E"/>
    <w:rsid w:val="001520FB"/>
    <w:rsid w:val="0016467B"/>
    <w:rsid w:val="001B28F8"/>
    <w:rsid w:val="00204047"/>
    <w:rsid w:val="00206809"/>
    <w:rsid w:val="0021250B"/>
    <w:rsid w:val="00214A5B"/>
    <w:rsid w:val="00222795"/>
    <w:rsid w:val="0022467C"/>
    <w:rsid w:val="002414EE"/>
    <w:rsid w:val="00247971"/>
    <w:rsid w:val="00251E1C"/>
    <w:rsid w:val="00261601"/>
    <w:rsid w:val="00274F75"/>
    <w:rsid w:val="00275AD3"/>
    <w:rsid w:val="00283B42"/>
    <w:rsid w:val="0029424B"/>
    <w:rsid w:val="002A0E42"/>
    <w:rsid w:val="002B4C1F"/>
    <w:rsid w:val="002C2385"/>
    <w:rsid w:val="002D01B8"/>
    <w:rsid w:val="002D3888"/>
    <w:rsid w:val="002F0360"/>
    <w:rsid w:val="0032390B"/>
    <w:rsid w:val="0032788B"/>
    <w:rsid w:val="00347987"/>
    <w:rsid w:val="00351069"/>
    <w:rsid w:val="00353110"/>
    <w:rsid w:val="00366FFF"/>
    <w:rsid w:val="003949E6"/>
    <w:rsid w:val="003B605E"/>
    <w:rsid w:val="003C6AE5"/>
    <w:rsid w:val="003D7131"/>
    <w:rsid w:val="003E06AF"/>
    <w:rsid w:val="003F1E6D"/>
    <w:rsid w:val="003F3174"/>
    <w:rsid w:val="003F4A00"/>
    <w:rsid w:val="003F7235"/>
    <w:rsid w:val="00431F35"/>
    <w:rsid w:val="004426F7"/>
    <w:rsid w:val="00455D04"/>
    <w:rsid w:val="00463042"/>
    <w:rsid w:val="0046661E"/>
    <w:rsid w:val="00470E1C"/>
    <w:rsid w:val="00482240"/>
    <w:rsid w:val="004E2102"/>
    <w:rsid w:val="004E3993"/>
    <w:rsid w:val="004E7F07"/>
    <w:rsid w:val="004F0567"/>
    <w:rsid w:val="004F1E6F"/>
    <w:rsid w:val="00502888"/>
    <w:rsid w:val="005137C6"/>
    <w:rsid w:val="005146A4"/>
    <w:rsid w:val="0054188F"/>
    <w:rsid w:val="00582EB0"/>
    <w:rsid w:val="005C2386"/>
    <w:rsid w:val="005E28CF"/>
    <w:rsid w:val="0063686F"/>
    <w:rsid w:val="006548E1"/>
    <w:rsid w:val="006926A7"/>
    <w:rsid w:val="00696452"/>
    <w:rsid w:val="006B0A08"/>
    <w:rsid w:val="006C2A0C"/>
    <w:rsid w:val="006E1445"/>
    <w:rsid w:val="006E678E"/>
    <w:rsid w:val="006F2244"/>
    <w:rsid w:val="00706B33"/>
    <w:rsid w:val="007127AD"/>
    <w:rsid w:val="007564F2"/>
    <w:rsid w:val="00756AB3"/>
    <w:rsid w:val="007602F5"/>
    <w:rsid w:val="0078244F"/>
    <w:rsid w:val="00793B88"/>
    <w:rsid w:val="00796182"/>
    <w:rsid w:val="007A1576"/>
    <w:rsid w:val="007A4B3C"/>
    <w:rsid w:val="007D68C3"/>
    <w:rsid w:val="007E5D67"/>
    <w:rsid w:val="00806E51"/>
    <w:rsid w:val="00816171"/>
    <w:rsid w:val="00831C65"/>
    <w:rsid w:val="0083292F"/>
    <w:rsid w:val="00832E38"/>
    <w:rsid w:val="008374FE"/>
    <w:rsid w:val="00845956"/>
    <w:rsid w:val="00853CA6"/>
    <w:rsid w:val="00872AF7"/>
    <w:rsid w:val="00875653"/>
    <w:rsid w:val="00891AFF"/>
    <w:rsid w:val="00894964"/>
    <w:rsid w:val="008B4F3B"/>
    <w:rsid w:val="008C4E81"/>
    <w:rsid w:val="008C72EA"/>
    <w:rsid w:val="00902EB1"/>
    <w:rsid w:val="00912AA4"/>
    <w:rsid w:val="0094304D"/>
    <w:rsid w:val="009554F9"/>
    <w:rsid w:val="00982885"/>
    <w:rsid w:val="00984CE0"/>
    <w:rsid w:val="009920CD"/>
    <w:rsid w:val="009935CF"/>
    <w:rsid w:val="009952B5"/>
    <w:rsid w:val="00995846"/>
    <w:rsid w:val="009A47E0"/>
    <w:rsid w:val="009A699A"/>
    <w:rsid w:val="009C28BF"/>
    <w:rsid w:val="009C52AE"/>
    <w:rsid w:val="009D0F1F"/>
    <w:rsid w:val="009E184A"/>
    <w:rsid w:val="00A045A5"/>
    <w:rsid w:val="00A051FA"/>
    <w:rsid w:val="00A0707E"/>
    <w:rsid w:val="00A22281"/>
    <w:rsid w:val="00A23CD2"/>
    <w:rsid w:val="00A31BCA"/>
    <w:rsid w:val="00A44006"/>
    <w:rsid w:val="00A46229"/>
    <w:rsid w:val="00A6427C"/>
    <w:rsid w:val="00A85E76"/>
    <w:rsid w:val="00AA378C"/>
    <w:rsid w:val="00AA6391"/>
    <w:rsid w:val="00AD3770"/>
    <w:rsid w:val="00AF6D80"/>
    <w:rsid w:val="00B06BC8"/>
    <w:rsid w:val="00B111A5"/>
    <w:rsid w:val="00B23D35"/>
    <w:rsid w:val="00B42367"/>
    <w:rsid w:val="00B46DCB"/>
    <w:rsid w:val="00B55D97"/>
    <w:rsid w:val="00B56290"/>
    <w:rsid w:val="00B62771"/>
    <w:rsid w:val="00B63ECD"/>
    <w:rsid w:val="00B7465E"/>
    <w:rsid w:val="00BD231A"/>
    <w:rsid w:val="00BD3460"/>
    <w:rsid w:val="00BF5D07"/>
    <w:rsid w:val="00C01EDD"/>
    <w:rsid w:val="00C1539F"/>
    <w:rsid w:val="00C203FF"/>
    <w:rsid w:val="00C339BE"/>
    <w:rsid w:val="00C36353"/>
    <w:rsid w:val="00C36DCA"/>
    <w:rsid w:val="00C40343"/>
    <w:rsid w:val="00C475D2"/>
    <w:rsid w:val="00C57A57"/>
    <w:rsid w:val="00C61564"/>
    <w:rsid w:val="00C74453"/>
    <w:rsid w:val="00C80247"/>
    <w:rsid w:val="00CB3330"/>
    <w:rsid w:val="00CC6C0D"/>
    <w:rsid w:val="00CD238D"/>
    <w:rsid w:val="00CF4B7B"/>
    <w:rsid w:val="00D219C6"/>
    <w:rsid w:val="00D22076"/>
    <w:rsid w:val="00D6255A"/>
    <w:rsid w:val="00D63EDA"/>
    <w:rsid w:val="00D67E84"/>
    <w:rsid w:val="00D75257"/>
    <w:rsid w:val="00D8676C"/>
    <w:rsid w:val="00DA01C2"/>
    <w:rsid w:val="00DE0902"/>
    <w:rsid w:val="00E02C51"/>
    <w:rsid w:val="00E13016"/>
    <w:rsid w:val="00E14C60"/>
    <w:rsid w:val="00E164FC"/>
    <w:rsid w:val="00E22024"/>
    <w:rsid w:val="00E223EE"/>
    <w:rsid w:val="00E66C60"/>
    <w:rsid w:val="00E838E8"/>
    <w:rsid w:val="00E90229"/>
    <w:rsid w:val="00E93BB9"/>
    <w:rsid w:val="00EA24A3"/>
    <w:rsid w:val="00ED20BD"/>
    <w:rsid w:val="00ED3BC6"/>
    <w:rsid w:val="00EE1952"/>
    <w:rsid w:val="00F06456"/>
    <w:rsid w:val="00F12808"/>
    <w:rsid w:val="00F202DA"/>
    <w:rsid w:val="00F37FD2"/>
    <w:rsid w:val="00F4086F"/>
    <w:rsid w:val="00F41389"/>
    <w:rsid w:val="00F8630B"/>
    <w:rsid w:val="00FA040E"/>
    <w:rsid w:val="00FC0238"/>
    <w:rsid w:val="00FC1934"/>
    <w:rsid w:val="00FC1FC5"/>
    <w:rsid w:val="00FE074F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FEC7177-A50A-4259-BAEB-7C979AAE1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\Desktop\llll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DBA9B-73EF-4916-B711-6A171E007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lllll - Copy.dotx</Template>
  <TotalTime>23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shayan</cp:lastModifiedBy>
  <cp:revision>24</cp:revision>
  <cp:lastPrinted>2017-09-04T12:56:00Z</cp:lastPrinted>
  <dcterms:created xsi:type="dcterms:W3CDTF">2016-08-05T13:32:00Z</dcterms:created>
  <dcterms:modified xsi:type="dcterms:W3CDTF">2017-09-06T07:38:00Z</dcterms:modified>
</cp:coreProperties>
</file>