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3E22DB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3E22DB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3E22DB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CD3D91">
        <w:rPr>
          <w:rFonts w:cs="2  Esfehan" w:hint="cs"/>
          <w:sz w:val="36"/>
          <w:szCs w:val="36"/>
          <w:rtl/>
          <w:lang w:bidi="fa-IR"/>
        </w:rPr>
        <w:t xml:space="preserve">حسابداری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CD3D91">
        <w:rPr>
          <w:rFonts w:cs="B Titr" w:hint="cs"/>
          <w:sz w:val="36"/>
          <w:szCs w:val="36"/>
          <w:rtl/>
          <w:lang w:bidi="fa-IR"/>
        </w:rPr>
        <w:t>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281A32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1CB3D" wp14:editId="03DEDC9F">
                <wp:simplePos x="0" y="0"/>
                <wp:positionH relativeFrom="column">
                  <wp:posOffset>-66040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52"/>
                              <w:gridCol w:w="982"/>
                              <w:gridCol w:w="699"/>
                              <w:gridCol w:w="1589"/>
                            </w:tblGrid>
                            <w:tr w:rsidR="009554F9" w:rsidTr="003E1126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9118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گله داری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دقیقی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3065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 1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شهریاری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3076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بودجه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0C523C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3078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 1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3068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کلیات حقوق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صف آرا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3074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 1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مریخ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CD3D91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3E22D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ایزدی</w:t>
                                  </w: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Tr="003E1126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1CB3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XRgwIAABA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6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52"/>
                        <w:gridCol w:w="982"/>
                        <w:gridCol w:w="699"/>
                        <w:gridCol w:w="1589"/>
                      </w:tblGrid>
                      <w:tr w:rsidR="009554F9" w:rsidTr="003E1126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5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9118</w:t>
                            </w:r>
                          </w:p>
                        </w:tc>
                        <w:tc>
                          <w:tcPr>
                            <w:tcW w:w="215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982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گله داری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دقیقی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3065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 1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شهریاری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3076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بودجه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0C523C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3078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 1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3068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کلیات حقوق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صف آرا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3074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 1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مریخ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CD3D91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3E22D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3E22D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ایزدی</w:t>
                            </w: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640D7A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640D7A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Tr="003E1126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52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89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981669" w:rsidRDefault="009554F9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39EF189" wp14:editId="33A4FFEB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46"/>
                              <w:gridCol w:w="37"/>
                              <w:gridCol w:w="428"/>
                              <w:gridCol w:w="568"/>
                              <w:gridCol w:w="708"/>
                              <w:gridCol w:w="426"/>
                              <w:gridCol w:w="567"/>
                              <w:gridCol w:w="500"/>
                              <w:gridCol w:w="549"/>
                              <w:gridCol w:w="18"/>
                              <w:gridCol w:w="567"/>
                              <w:gridCol w:w="635"/>
                              <w:gridCol w:w="23"/>
                              <w:gridCol w:w="506"/>
                              <w:gridCol w:w="504"/>
                              <w:gridCol w:w="610"/>
                              <w:gridCol w:w="581"/>
                            </w:tblGrid>
                            <w:tr w:rsidR="000F088C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4315" w:type="dxa"/>
                                  <w:gridSpan w:val="8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3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11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F088C" w:rsidRPr="0043440D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76611E" w:rsidRPr="0043440D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76611E" w:rsidRPr="00DC6433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281A32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6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281A32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CE1293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640D7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صنعتی1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640D7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0C523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کلیات حقوق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640D7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76611E" w:rsidRPr="00640D7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76611E" w:rsidRPr="00A92AB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6611E" w:rsidRPr="00A92AB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76611E" w:rsidRPr="00A92AB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76611E" w:rsidRPr="00A92ABA" w:rsidRDefault="0076611E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B5C83" w:rsidRPr="0043440D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B5C83" w:rsidRPr="00DC6433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8B5C83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8B5C8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1067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بودجه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B5C83" w:rsidRPr="00640D7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B5C83" w:rsidRPr="00A92AB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B5C83" w:rsidRPr="00A92AB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B5C83" w:rsidRPr="00A92AB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B5C83" w:rsidRPr="00A92ABA" w:rsidRDefault="008B5C8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F088C" w:rsidRPr="0043440D" w:rsidTr="0076611E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F088C" w:rsidRPr="00DC6433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640D7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F088C" w:rsidRPr="00A92ABA" w:rsidRDefault="000F088C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D2B39" w:rsidRPr="0043440D" w:rsidTr="0076611E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D2B39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640D7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ادبیات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640D7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اقتصاد1</w:t>
                                  </w:r>
                                </w:p>
                              </w:tc>
                              <w:tc>
                                <w:tcPr>
                                  <w:tcW w:w="1634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640D7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ریاضی1</w:t>
                                  </w: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640D7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D2B39" w:rsidRPr="0043440D" w:rsidTr="0076611E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D2B39" w:rsidRPr="00DC6433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D2B39" w:rsidRPr="00A92ABA" w:rsidRDefault="00DD2B3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EF189" id="Text Box 4" o:spid="_x0000_s1027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oFhgIAABc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46"/>
                        <w:gridCol w:w="37"/>
                        <w:gridCol w:w="428"/>
                        <w:gridCol w:w="568"/>
                        <w:gridCol w:w="708"/>
                        <w:gridCol w:w="426"/>
                        <w:gridCol w:w="567"/>
                        <w:gridCol w:w="500"/>
                        <w:gridCol w:w="549"/>
                        <w:gridCol w:w="18"/>
                        <w:gridCol w:w="567"/>
                        <w:gridCol w:w="635"/>
                        <w:gridCol w:w="23"/>
                        <w:gridCol w:w="506"/>
                        <w:gridCol w:w="504"/>
                        <w:gridCol w:w="610"/>
                        <w:gridCol w:w="581"/>
                      </w:tblGrid>
                      <w:tr w:rsidR="000F088C" w:rsidTr="0076611E">
                        <w:trPr>
                          <w:jc w:val="center"/>
                        </w:trPr>
                        <w:tc>
                          <w:tcPr>
                            <w:tcW w:w="4315" w:type="dxa"/>
                            <w:gridSpan w:val="8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3" w:type="dxa"/>
                            <w:gridSpan w:val="10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11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7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1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8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5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0F088C" w:rsidRPr="0043440D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8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76611E" w:rsidRPr="0043440D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76611E" w:rsidRPr="00DC6433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281A32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6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281A32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CE1293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640D7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صنعتی1</w:t>
                            </w:r>
                          </w:p>
                        </w:tc>
                        <w:tc>
                          <w:tcPr>
                            <w:tcW w:w="1067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640D7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0C523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کلیات حقوق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640D7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6611E" w:rsidRPr="00640D7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76611E" w:rsidRPr="00A92AB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6611E" w:rsidRPr="00A92AB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76611E" w:rsidRPr="00A92AB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76611E" w:rsidRPr="00A92ABA" w:rsidRDefault="0076611E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B5C83" w:rsidRPr="0043440D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B5C83" w:rsidRPr="00DC6433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8B5C83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8B5C8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93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1067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بودجه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B5C83" w:rsidRPr="00640D7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B5C83" w:rsidRPr="00A92AB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B5C83" w:rsidRPr="00A92AB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B5C83" w:rsidRPr="00A92AB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B5C83" w:rsidRPr="00A92ABA" w:rsidRDefault="008B5C8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F088C" w:rsidRPr="0043440D" w:rsidTr="0076611E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F088C" w:rsidRPr="00DC6433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640D7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F088C" w:rsidRPr="00A92ABA" w:rsidRDefault="000F088C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D2B39" w:rsidRPr="0043440D" w:rsidTr="0076611E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D2B39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479" w:type="dxa"/>
                            <w:gridSpan w:val="4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640D7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ادبیات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640D7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اقتصاد1</w:t>
                            </w:r>
                          </w:p>
                        </w:tc>
                        <w:tc>
                          <w:tcPr>
                            <w:tcW w:w="1634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640D7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ریاضی1</w:t>
                            </w:r>
                          </w:p>
                        </w:tc>
                        <w:tc>
                          <w:tcPr>
                            <w:tcW w:w="63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640D7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D2B39" w:rsidRPr="0043440D" w:rsidTr="0076611E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D2B39" w:rsidRPr="00DC6433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8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D2B39" w:rsidRPr="00A92ABA" w:rsidRDefault="00DD2B3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D238D"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AAA9E" wp14:editId="3A705DD8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AAA9E" id="Text Box 2" o:spid="_x0000_s1028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qt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7gUH&#10;YEEja80eQRhWA23APrwmMOm0/YrRAJ3ZYPdlSyzHSL5VIK4qK4rQynFRzC9yWNhTy/rUQhQFqAZ7&#10;jKbpjZ/af2us2HRw0yRnpa9AkK2IUnmKai9j6L6Y0/6lCO19uo5eT+/Z8gc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Fwcmq2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B06BC8" w:rsidRDefault="00080D1D" w:rsidP="00080D1D">
      <w:pPr>
        <w:tabs>
          <w:tab w:val="left" w:pos="4442"/>
        </w:tabs>
        <w:bidi/>
        <w:spacing w:line="168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cs="2  Esfehan"/>
          <w:sz w:val="36"/>
          <w:szCs w:val="36"/>
          <w:rtl/>
          <w:lang w:bidi="fa-IR"/>
        </w:rPr>
        <w:tab/>
      </w:r>
      <w:r w:rsidR="00CD238D"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4161790</wp:posOffset>
                </wp:positionH>
                <wp:positionV relativeFrom="paragraph">
                  <wp:posOffset>191770</wp:posOffset>
                </wp:positionV>
                <wp:extent cx="5824855" cy="1372870"/>
                <wp:effectExtent l="0" t="0" r="444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D67E84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327.7pt;margin-top:15.1pt;width:458.65pt;height:10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" stroked="f">
                <v:textbox>
                  <w:txbxContent>
                    <w:p w:rsidR="009554F9" w:rsidRPr="00DC6433" w:rsidRDefault="009554F9" w:rsidP="00D67E84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238D">
        <w:rPr>
          <w:rFonts w:ascii="IranNastaliq" w:eastAsia="Calibri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4F9" w:rsidRPr="00DC6433" w:rsidRDefault="009554F9" w:rsidP="00B06BC8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310.8pt;margin-top:-.35pt;width:458.65pt;height:10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" stroked="f">
                <v:textbox>
                  <w:txbxContent>
                    <w:p w:rsidR="009554F9" w:rsidRPr="00DC6433" w:rsidRDefault="009554F9" w:rsidP="00B06BC8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06BC8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AB" w:rsidRDefault="00DA2EAB" w:rsidP="00B06BC8">
      <w:pPr>
        <w:spacing w:after="0" w:line="240" w:lineRule="auto"/>
      </w:pPr>
      <w:r>
        <w:separator/>
      </w:r>
    </w:p>
  </w:endnote>
  <w:endnote w:type="continuationSeparator" w:id="0">
    <w:p w:rsidR="00DA2EAB" w:rsidRDefault="00DA2EAB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AB" w:rsidRDefault="00DA2EAB" w:rsidP="00B06BC8">
      <w:pPr>
        <w:spacing w:after="0" w:line="240" w:lineRule="auto"/>
      </w:pPr>
      <w:r>
        <w:separator/>
      </w:r>
    </w:p>
  </w:footnote>
  <w:footnote w:type="continuationSeparator" w:id="0">
    <w:p w:rsidR="00DA2EAB" w:rsidRDefault="00DA2EAB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C523C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2F3"/>
    <w:rsid w:val="00222795"/>
    <w:rsid w:val="0022467C"/>
    <w:rsid w:val="002414EE"/>
    <w:rsid w:val="00247971"/>
    <w:rsid w:val="00251E1C"/>
    <w:rsid w:val="00261601"/>
    <w:rsid w:val="00274F75"/>
    <w:rsid w:val="00275AD3"/>
    <w:rsid w:val="00281A32"/>
    <w:rsid w:val="00287E55"/>
    <w:rsid w:val="0029424B"/>
    <w:rsid w:val="002A0E42"/>
    <w:rsid w:val="002B4C1F"/>
    <w:rsid w:val="002C2385"/>
    <w:rsid w:val="002D01B8"/>
    <w:rsid w:val="002D3888"/>
    <w:rsid w:val="002F0360"/>
    <w:rsid w:val="0032390B"/>
    <w:rsid w:val="0033569B"/>
    <w:rsid w:val="00347987"/>
    <w:rsid w:val="00351069"/>
    <w:rsid w:val="00366FFF"/>
    <w:rsid w:val="003949E6"/>
    <w:rsid w:val="003B605E"/>
    <w:rsid w:val="003C6AE5"/>
    <w:rsid w:val="003D7131"/>
    <w:rsid w:val="003E06AF"/>
    <w:rsid w:val="003E1126"/>
    <w:rsid w:val="003E22DB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51241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6611E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96B67"/>
    <w:rsid w:val="008B4F3B"/>
    <w:rsid w:val="008B5C83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C037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64FE1"/>
    <w:rsid w:val="00C74453"/>
    <w:rsid w:val="00C80247"/>
    <w:rsid w:val="00CB3330"/>
    <w:rsid w:val="00CC6C0D"/>
    <w:rsid w:val="00CD238D"/>
    <w:rsid w:val="00CD3D91"/>
    <w:rsid w:val="00CF4B7B"/>
    <w:rsid w:val="00D219C6"/>
    <w:rsid w:val="00D22076"/>
    <w:rsid w:val="00D67E84"/>
    <w:rsid w:val="00D8676C"/>
    <w:rsid w:val="00DA01C2"/>
    <w:rsid w:val="00DA2EAB"/>
    <w:rsid w:val="00DD2B39"/>
    <w:rsid w:val="00DE0902"/>
    <w:rsid w:val="00E02C51"/>
    <w:rsid w:val="00E13016"/>
    <w:rsid w:val="00E14C60"/>
    <w:rsid w:val="00E164FC"/>
    <w:rsid w:val="00E22024"/>
    <w:rsid w:val="00E223EE"/>
    <w:rsid w:val="00E66C60"/>
    <w:rsid w:val="00E746D6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B1F1205-8082-434C-9DEE-22607364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75DD-187A-4D1A-8ADC-4EEA4C74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12</cp:revision>
  <cp:lastPrinted>2016-07-27T14:12:00Z</cp:lastPrinted>
  <dcterms:created xsi:type="dcterms:W3CDTF">2016-08-05T20:44:00Z</dcterms:created>
  <dcterms:modified xsi:type="dcterms:W3CDTF">2017-09-05T14:43:00Z</dcterms:modified>
</cp:coreProperties>
</file>