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D3A" w:rsidRPr="00252D3A" w:rsidRDefault="00252D3A" w:rsidP="00850B2D">
      <w:pPr>
        <w:bidi/>
        <w:spacing w:line="168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 xml:space="preserve">               </w:t>
      </w:r>
      <w:r w:rsidRPr="00252D3A">
        <w:rPr>
          <w:rFonts w:cs="B Titr" w:hint="cs"/>
          <w:sz w:val="36"/>
          <w:szCs w:val="36"/>
          <w:rtl/>
          <w:lang w:bidi="fa-IR"/>
        </w:rPr>
        <w:t>برنامه هفتگی نیمسال اول  سال تحصیلی 9</w:t>
      </w:r>
      <w:r w:rsidR="00850B2D">
        <w:rPr>
          <w:rFonts w:cs="B Titr" w:hint="cs"/>
          <w:sz w:val="36"/>
          <w:szCs w:val="36"/>
          <w:rtl/>
          <w:lang w:bidi="fa-IR"/>
        </w:rPr>
        <w:t>7</w:t>
      </w:r>
      <w:bookmarkStart w:id="0" w:name="_GoBack"/>
      <w:bookmarkEnd w:id="0"/>
      <w:r w:rsidRPr="00252D3A">
        <w:rPr>
          <w:rFonts w:cs="B Titr" w:hint="cs"/>
          <w:sz w:val="36"/>
          <w:szCs w:val="36"/>
          <w:rtl/>
          <w:lang w:bidi="fa-IR"/>
        </w:rPr>
        <w:t>-9</w:t>
      </w:r>
      <w:r w:rsidR="00850B2D">
        <w:rPr>
          <w:rFonts w:cs="B Titr" w:hint="cs"/>
          <w:sz w:val="36"/>
          <w:szCs w:val="36"/>
          <w:rtl/>
          <w:lang w:bidi="fa-IR"/>
        </w:rPr>
        <w:t>6</w:t>
      </w:r>
      <w:r w:rsidRPr="00252D3A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252D3A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Pr="00252D3A">
        <w:rPr>
          <w:rFonts w:cs="B Titr" w:hint="cs"/>
          <w:sz w:val="36"/>
          <w:szCs w:val="36"/>
          <w:rtl/>
          <w:lang w:bidi="fa-IR"/>
        </w:rPr>
        <w:t xml:space="preserve">کامپیوتر ترم </w:t>
      </w:r>
      <w:r w:rsidR="00335C07">
        <w:rPr>
          <w:rFonts w:cs="B Titr" w:hint="cs"/>
          <w:sz w:val="36"/>
          <w:szCs w:val="36"/>
          <w:rtl/>
          <w:lang w:bidi="fa-IR"/>
        </w:rPr>
        <w:t>3</w:t>
      </w:r>
    </w:p>
    <w:p w:rsidR="00136154" w:rsidRPr="00007C4A" w:rsidRDefault="00136154" w:rsidP="00136154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D2FF68B" wp14:editId="2411F21D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609"/>
                              <w:gridCol w:w="19"/>
                              <w:gridCol w:w="436"/>
                              <w:gridCol w:w="514"/>
                              <w:gridCol w:w="17"/>
                              <w:gridCol w:w="36"/>
                              <w:gridCol w:w="531"/>
                              <w:gridCol w:w="16"/>
                              <w:gridCol w:w="51"/>
                              <w:gridCol w:w="612"/>
                              <w:gridCol w:w="438"/>
                              <w:gridCol w:w="53"/>
                              <w:gridCol w:w="572"/>
                              <w:gridCol w:w="71"/>
                              <w:gridCol w:w="22"/>
                              <w:gridCol w:w="686"/>
                              <w:gridCol w:w="20"/>
                              <w:gridCol w:w="13"/>
                              <w:gridCol w:w="556"/>
                              <w:gridCol w:w="568"/>
                              <w:gridCol w:w="595"/>
                              <w:gridCol w:w="504"/>
                              <w:gridCol w:w="610"/>
                              <w:gridCol w:w="581"/>
                            </w:tblGrid>
                            <w:tr w:rsidR="009B22E9" w:rsidTr="004831C1">
                              <w:trPr>
                                <w:jc w:val="center"/>
                              </w:trPr>
                              <w:tc>
                                <w:tcPr>
                                  <w:tcW w:w="4467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798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B22E9" w:rsidTr="004831C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B62771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371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B22E9" w:rsidTr="004831C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gridSpan w:val="2"/>
                                  <w:tcBorders>
                                    <w:left w:val="single" w:sz="2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gridSpan w:val="2"/>
                                  <w:tcBorders>
                                    <w:left w:val="single" w:sz="2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65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6" w:type="dxa"/>
                                  <w:gridSpan w:val="2"/>
                                  <w:tcBorders>
                                    <w:left w:val="single" w:sz="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4831C1" w:rsidRPr="0043440D" w:rsidTr="00FE3750">
                              <w:trPr>
                                <w:trHeight w:val="166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831C1" w:rsidRPr="00DC6433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831C1" w:rsidRPr="008C2A0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831C1" w:rsidRPr="008C2A0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831C1" w:rsidRPr="008C2A0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gridSpan w:val="5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4831C1" w:rsidRPr="008C2A0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4831C1" w:rsidRPr="008C2A0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single" w:sz="18" w:space="0" w:color="auto"/>
                                    <w:left w:val="single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831C1" w:rsidRPr="00A92AB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831C1" w:rsidRPr="00A92AB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5" w:type="dxa"/>
                                  <w:gridSpan w:val="6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831C1" w:rsidRPr="00640D7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مباحث ویژه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831C1" w:rsidRPr="00A92AB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831C1" w:rsidRPr="00A92AB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831C1" w:rsidRPr="00A92AB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831C1" w:rsidRPr="00A92ABA" w:rsidRDefault="004831C1" w:rsidP="004831C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E3750" w:rsidRPr="0043440D" w:rsidTr="00FE3750">
                              <w:trPr>
                                <w:trHeight w:val="13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E3750" w:rsidRPr="00DC6433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  <w:gridSpan w:val="3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E3750" w:rsidRPr="00CE1293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8C2A0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شبکه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gridSpan w:val="7"/>
                                  <w:vMerge w:val="restart"/>
                                  <w:tcBorders>
                                    <w:left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FE3750" w:rsidRPr="00640D7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C2A0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آزشبکه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gridSpan w:val="8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FE3750" w:rsidRPr="00640D7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C2A0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آزشبکه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FE3750" w:rsidRPr="00640D7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vMerge w:val="restart"/>
                                  <w:tcBorders>
                                    <w:left w:val="single" w:sz="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E3750" w:rsidRPr="0043440D" w:rsidTr="00FE3750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E3750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4" w:type="dxa"/>
                                  <w:gridSpan w:val="3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E3750" w:rsidRPr="008C2A0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7" w:type="dxa"/>
                                  <w:gridSpan w:val="7"/>
                                  <w:vMerge/>
                                  <w:tcBorders>
                                    <w:left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FE3750" w:rsidRPr="008C2A0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FE3750" w:rsidRPr="008C2A0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6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E3750" w:rsidRPr="00640D7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مباحث ویژه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E3750" w:rsidRPr="00A92ABA" w:rsidRDefault="00FE3750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009F" w:rsidRPr="0043440D" w:rsidTr="0007009F">
                              <w:trPr>
                                <w:trHeight w:val="345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7009F" w:rsidRPr="00DC6433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162" w:type="dxa"/>
                                  <w:gridSpan w:val="7"/>
                                  <w:tcBorders>
                                    <w:left w:val="single" w:sz="1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FA3CB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آزمبانی الکترونیک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gridSpan w:val="5"/>
                                  <w:tcBorders>
                                    <w:left w:val="single" w:sz="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مبانی</w:t>
                                  </w:r>
                                </w:p>
                              </w:tc>
                              <w:tc>
                                <w:tcPr>
                                  <w:tcW w:w="2508" w:type="dxa"/>
                                  <w:gridSpan w:val="8"/>
                                  <w:tcBorders>
                                    <w:left w:val="single" w:sz="1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700765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آزمبان</w:t>
                                  </w:r>
                                  <w:r w:rsidRPr="00700765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700765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00765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الکترون</w:t>
                                  </w:r>
                                  <w:r w:rsidRPr="00700765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700765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single" w:sz="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009F" w:rsidRPr="0043440D" w:rsidTr="0007009F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7009F" w:rsidRPr="00DC6433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  <w:gridSpan w:val="3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</w:t>
                                  </w: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4" w:type="dxa"/>
                                  <w:gridSpan w:val="4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  <w:gridSpan w:val="4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اینترنت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:rsidR="0007009F" w:rsidRPr="00640D7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اینترنت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single" w:sz="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009F" w:rsidRPr="0043440D" w:rsidTr="0007009F">
                              <w:trPr>
                                <w:trHeight w:val="17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7009F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7009F" w:rsidRPr="00506AD4" w:rsidRDefault="0007009F" w:rsidP="00FE375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506AD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پایگاه داده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gridSpan w:val="5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7009F" w:rsidRPr="00506AD4" w:rsidRDefault="0007009F" w:rsidP="00FE375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506AD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آزپایگاه داده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4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7009F" w:rsidRPr="00506AD4" w:rsidRDefault="0007009F" w:rsidP="00FE375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506AD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آزپایگاه داده</w:t>
                                  </w:r>
                                </w:p>
                              </w:tc>
                              <w:tc>
                                <w:tcPr>
                                  <w:tcW w:w="2508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5E71A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5E71A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زبان ماشین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FE37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009F" w:rsidRPr="0043440D" w:rsidTr="004F68B6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7009F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4" w:type="dxa"/>
                                  <w:gridSpan w:val="3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7009F" w:rsidRPr="00506AD4" w:rsidRDefault="0007009F" w:rsidP="0007009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  <w:gridSpan w:val="5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7009F" w:rsidRPr="00506AD4" w:rsidRDefault="0007009F" w:rsidP="0007009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4" w:type="dxa"/>
                                  <w:gridSpan w:val="4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7009F" w:rsidRPr="00506AD4" w:rsidRDefault="0007009F" w:rsidP="0007009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8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5E71A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5E71A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زبان ماشین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7009F" w:rsidRPr="0043440D" w:rsidTr="004831C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7009F" w:rsidRPr="00DC6433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2178" w:type="dxa"/>
                                  <w:gridSpan w:val="8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7009F" w:rsidRPr="00A92ABA" w:rsidRDefault="0007009F" w:rsidP="0007009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2E9" w:rsidRDefault="009B22E9" w:rsidP="00136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FF68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11.75pt;margin-top:43.65pt;width:457.55pt;height:330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OUHgwIAABA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lxh&#10;pEgPFD3w0aNrPaIq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AFTO&#10;8/nE0R+TTOP3uyR74aEjpegbXB6dSB2Yfa0YpE1qT4Sc5snP4ccqQw0O/1iVqINA/SQCP65HQAni&#10;WGv2CIqwGvgC2uEZgUmn7VeMBmjJBrsvW2I5RvKtAlVVWVGEHo6LYn6Rw8KeWtanFqIoQDXYYzRN&#10;b/zU91tjxaaDmyYdK30FSmxF1MhTVHv9QtvFZPZPROjr03X0enrIlj8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AU&#10;VOUH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609"/>
                        <w:gridCol w:w="19"/>
                        <w:gridCol w:w="436"/>
                        <w:gridCol w:w="514"/>
                        <w:gridCol w:w="17"/>
                        <w:gridCol w:w="36"/>
                        <w:gridCol w:w="531"/>
                        <w:gridCol w:w="16"/>
                        <w:gridCol w:w="51"/>
                        <w:gridCol w:w="612"/>
                        <w:gridCol w:w="438"/>
                        <w:gridCol w:w="53"/>
                        <w:gridCol w:w="572"/>
                        <w:gridCol w:w="71"/>
                        <w:gridCol w:w="22"/>
                        <w:gridCol w:w="686"/>
                        <w:gridCol w:w="20"/>
                        <w:gridCol w:w="13"/>
                        <w:gridCol w:w="556"/>
                        <w:gridCol w:w="568"/>
                        <w:gridCol w:w="595"/>
                        <w:gridCol w:w="504"/>
                        <w:gridCol w:w="610"/>
                        <w:gridCol w:w="581"/>
                      </w:tblGrid>
                      <w:tr w:rsidR="009B22E9" w:rsidTr="004831C1">
                        <w:trPr>
                          <w:jc w:val="center"/>
                        </w:trPr>
                        <w:tc>
                          <w:tcPr>
                            <w:tcW w:w="4467" w:type="dxa"/>
                            <w:gridSpan w:val="1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798" w:type="dxa"/>
                            <w:gridSpan w:val="12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B22E9" w:rsidTr="004831C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064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114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B62771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371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137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99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B22E9" w:rsidTr="004831C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47" w:type="dxa"/>
                            <w:gridSpan w:val="2"/>
                            <w:tcBorders>
                              <w:left w:val="single" w:sz="2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1" w:type="dxa"/>
                            <w:gridSpan w:val="2"/>
                            <w:tcBorders>
                              <w:left w:val="single" w:sz="2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65" w:type="dxa"/>
                            <w:gridSpan w:val="3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6" w:type="dxa"/>
                            <w:gridSpan w:val="2"/>
                            <w:tcBorders>
                              <w:left w:val="single" w:sz="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9" w:type="dxa"/>
                            <w:gridSpan w:val="2"/>
                            <w:tcBorders>
                              <w:left w:val="single" w:sz="12" w:space="0" w:color="auto"/>
                              <w:bottom w:val="single" w:sz="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4831C1" w:rsidRPr="0043440D" w:rsidTr="00FE3750">
                        <w:trPr>
                          <w:trHeight w:val="166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831C1" w:rsidRPr="00DC6433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628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831C1" w:rsidRPr="008C2A0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831C1" w:rsidRPr="008C2A0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831C1" w:rsidRPr="008C2A0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gridSpan w:val="5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4831C1" w:rsidRPr="008C2A0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4831C1" w:rsidRPr="008C2A0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single" w:sz="18" w:space="0" w:color="auto"/>
                              <w:left w:val="single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831C1" w:rsidRPr="00A92AB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6" w:type="dxa"/>
                            <w:gridSpan w:val="3"/>
                            <w:tcBorders>
                              <w:top w:val="single" w:sz="18" w:space="0" w:color="auto"/>
                              <w:left w:val="single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831C1" w:rsidRPr="00A92AB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65" w:type="dxa"/>
                            <w:gridSpan w:val="6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831C1" w:rsidRPr="00640D7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مباحث ویژه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4831C1" w:rsidRPr="00A92AB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831C1" w:rsidRPr="00A92AB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4831C1" w:rsidRPr="00A92AB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831C1" w:rsidRPr="00A92ABA" w:rsidRDefault="004831C1" w:rsidP="004831C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E3750" w:rsidRPr="0043440D" w:rsidTr="00FE3750">
                        <w:trPr>
                          <w:trHeight w:val="137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FE3750" w:rsidRPr="00DC6433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064" w:type="dxa"/>
                            <w:gridSpan w:val="3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E3750" w:rsidRPr="00CE1293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C2A0A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شبکه</w:t>
                            </w:r>
                          </w:p>
                        </w:tc>
                        <w:tc>
                          <w:tcPr>
                            <w:tcW w:w="1777" w:type="dxa"/>
                            <w:gridSpan w:val="7"/>
                            <w:vMerge w:val="restart"/>
                            <w:tcBorders>
                              <w:left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FE3750" w:rsidRPr="00640D7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C2A0A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آزشبکه</w:t>
                            </w:r>
                          </w:p>
                        </w:tc>
                        <w:tc>
                          <w:tcPr>
                            <w:tcW w:w="1875" w:type="dxa"/>
                            <w:gridSpan w:val="8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FE3750" w:rsidRPr="00640D7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C2A0A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آزشبکه</w:t>
                            </w:r>
                          </w:p>
                        </w:tc>
                        <w:tc>
                          <w:tcPr>
                            <w:tcW w:w="1124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FE3750" w:rsidRPr="00640D7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vMerge w:val="restart"/>
                            <w:tcBorders>
                              <w:left w:val="single" w:sz="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E3750" w:rsidRPr="0043440D" w:rsidTr="00FE3750">
                        <w:trPr>
                          <w:trHeight w:val="257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FE3750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4" w:type="dxa"/>
                            <w:gridSpan w:val="3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E3750" w:rsidRPr="008C2A0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7" w:type="dxa"/>
                            <w:gridSpan w:val="7"/>
                            <w:vMerge/>
                            <w:tcBorders>
                              <w:left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FE3750" w:rsidRPr="008C2A0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FE3750" w:rsidRPr="008C2A0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36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E3750" w:rsidRPr="00640D7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مباحث ویژه</w:t>
                            </w:r>
                          </w:p>
                        </w:tc>
                        <w:tc>
                          <w:tcPr>
                            <w:tcW w:w="59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E3750" w:rsidRPr="00A92ABA" w:rsidRDefault="00FE3750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009F" w:rsidRPr="0043440D" w:rsidTr="0007009F">
                        <w:trPr>
                          <w:trHeight w:val="345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7009F" w:rsidRPr="00DC6433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162" w:type="dxa"/>
                            <w:gridSpan w:val="7"/>
                            <w:tcBorders>
                              <w:left w:val="single" w:sz="1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07009F" w:rsidRPr="00640D7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A3CB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آزمبانی الکترونیک</w:t>
                            </w:r>
                          </w:p>
                        </w:tc>
                        <w:tc>
                          <w:tcPr>
                            <w:tcW w:w="1170" w:type="dxa"/>
                            <w:gridSpan w:val="5"/>
                            <w:tcBorders>
                              <w:left w:val="single" w:sz="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مبانی</w:t>
                            </w:r>
                          </w:p>
                        </w:tc>
                        <w:tc>
                          <w:tcPr>
                            <w:tcW w:w="2508" w:type="dxa"/>
                            <w:gridSpan w:val="8"/>
                            <w:tcBorders>
                              <w:left w:val="single" w:sz="1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700765">
                              <w:rPr>
                                <w:rFonts w:ascii="Arial Black" w:hAnsi="Arial Black" w:cs="2  Mitra" w:hint="eastAsia"/>
                                <w:b/>
                                <w:bCs/>
                                <w:rtl/>
                                <w:lang w:bidi="fa-IR"/>
                              </w:rPr>
                              <w:t>آزمبان</w:t>
                            </w:r>
                            <w:r w:rsidRPr="00700765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700765"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00765">
                              <w:rPr>
                                <w:rFonts w:ascii="Arial Black" w:hAnsi="Arial Black" w:cs="2  Mitra" w:hint="eastAsia"/>
                                <w:b/>
                                <w:bCs/>
                                <w:rtl/>
                                <w:lang w:bidi="fa-IR"/>
                              </w:rPr>
                              <w:t>الکترون</w:t>
                            </w:r>
                            <w:r w:rsidRPr="00700765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  <w:r w:rsidRPr="00700765">
                              <w:rPr>
                                <w:rFonts w:ascii="Arial Black" w:hAnsi="Arial Black" w:cs="2  Mitra" w:hint="eastAsia"/>
                                <w:b/>
                                <w:bCs/>
                                <w:rtl/>
                                <w:lang w:bidi="fa-IR"/>
                              </w:rPr>
                              <w:t>ک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single" w:sz="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009F" w:rsidRPr="0043440D" w:rsidTr="0007009F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7009F" w:rsidRPr="00DC6433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1064" w:type="dxa"/>
                            <w:gridSpan w:val="3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</w:t>
                            </w: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gridSpan w:val="3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4" w:type="dxa"/>
                            <w:gridSpan w:val="4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1351" w:type="dxa"/>
                            <w:gridSpan w:val="4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اینترنت</w:t>
                            </w:r>
                          </w:p>
                        </w:tc>
                        <w:tc>
                          <w:tcPr>
                            <w:tcW w:w="1157" w:type="dxa"/>
                            <w:gridSpan w:val="4"/>
                            <w:tcBorders>
                              <w:left w:val="single" w:sz="4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:rsidR="0007009F" w:rsidRPr="00640D7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اینترنت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single" w:sz="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009F" w:rsidRPr="0043440D" w:rsidTr="0007009F">
                        <w:trPr>
                          <w:trHeight w:val="172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7009F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064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07009F" w:rsidRPr="00506AD4" w:rsidRDefault="0007009F" w:rsidP="00FE375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06AD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پایگاه داده</w:t>
                            </w:r>
                          </w:p>
                        </w:tc>
                        <w:tc>
                          <w:tcPr>
                            <w:tcW w:w="1114" w:type="dxa"/>
                            <w:gridSpan w:val="5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07009F" w:rsidRPr="00506AD4" w:rsidRDefault="0007009F" w:rsidP="00FE375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06AD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آزپایگاه داده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4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07009F" w:rsidRPr="00506AD4" w:rsidRDefault="0007009F" w:rsidP="00FE375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506AD4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آزپایگاه داده</w:t>
                            </w:r>
                          </w:p>
                        </w:tc>
                        <w:tc>
                          <w:tcPr>
                            <w:tcW w:w="2508" w:type="dxa"/>
                            <w:gridSpan w:val="8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5E71A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5E71A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زبان ماشین</w:t>
                            </w:r>
                          </w:p>
                        </w:tc>
                        <w:tc>
                          <w:tcPr>
                            <w:tcW w:w="595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FE37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009F" w:rsidRPr="0043440D" w:rsidTr="004F68B6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7009F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4" w:type="dxa"/>
                            <w:gridSpan w:val="3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07009F" w:rsidRPr="00506AD4" w:rsidRDefault="0007009F" w:rsidP="0007009F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  <w:gridSpan w:val="5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07009F" w:rsidRPr="00506AD4" w:rsidRDefault="0007009F" w:rsidP="0007009F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4" w:type="dxa"/>
                            <w:gridSpan w:val="4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07009F" w:rsidRPr="00506AD4" w:rsidRDefault="0007009F" w:rsidP="0007009F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508" w:type="dxa"/>
                            <w:gridSpan w:val="8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5E71A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5E71A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زبان ماشین</w:t>
                            </w:r>
                          </w:p>
                        </w:tc>
                        <w:tc>
                          <w:tcPr>
                            <w:tcW w:w="595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7009F" w:rsidRPr="0043440D" w:rsidTr="004831C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7009F" w:rsidRPr="00DC6433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2178" w:type="dxa"/>
                            <w:gridSpan w:val="8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gridSpan w:val="3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7009F" w:rsidRPr="00A92ABA" w:rsidRDefault="0007009F" w:rsidP="0007009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B22E9" w:rsidRDefault="009B22E9" w:rsidP="00136154"/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F81FE2D" wp14:editId="1900F4AB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B22E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B22E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B62771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B22E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007C4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B22E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B22E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CE129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CE129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B22E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B22E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B22E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640D7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B22E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DC6433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B22E9" w:rsidRPr="00A92ABA" w:rsidRDefault="009B22E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22E9" w:rsidRDefault="009B22E9" w:rsidP="00136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1FE2D" id="Text Box 10" o:spid="_x0000_s1027" type="#_x0000_t202" style="position:absolute;left:0;text-align:left;margin-left:310.7pt;margin-top:45.05pt;width:457.55pt;height:330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B22E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B22E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B62771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B22E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007C4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B22E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B22E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CE129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CE129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B22E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B22E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B22E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640D7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B22E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DC6433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B22E9" w:rsidRPr="00A92ABA" w:rsidRDefault="009B22E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B22E9" w:rsidRDefault="009B22E9" w:rsidP="001361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4B70250" wp14:editId="0BE087C4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2"/>
                              <w:gridCol w:w="2623"/>
                              <w:gridCol w:w="979"/>
                              <w:gridCol w:w="654"/>
                              <w:gridCol w:w="1167"/>
                            </w:tblGrid>
                            <w:tr w:rsidR="009B22E9" w:rsidTr="009B22E9">
                              <w:trPr>
                                <w:trHeight w:val="860"/>
                              </w:trPr>
                              <w:tc>
                                <w:tcPr>
                                  <w:tcW w:w="8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981669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981669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981669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981669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B22E9" w:rsidRPr="00981669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1305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شبکه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محلی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خاشعی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1306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کارگاه </w:t>
                                  </w: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شبکه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محلی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731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9B22E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خاشعی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1306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کارگاه </w:t>
                                  </w: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شبکه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محلی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731/1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9B22E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خاشعی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1310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پایگاه داده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725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کریمی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1311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آزپایگاه داده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726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993AC7" w:rsidRDefault="004831C1" w:rsidP="009B22E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کریمی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1311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آزپایگاه داده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726/1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993AC7" w:rsidRDefault="004831C1" w:rsidP="009B22E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کریمی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1307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زبان ماشین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718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امیرخانی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1307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زبان</w:t>
                                  </w:r>
                                  <w:r w:rsidRPr="003E57A7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3E57A7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ماش</w:t>
                                  </w: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3E57A7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ن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719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کریمی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1298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مبانی الکترونیک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بشیراعظمی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1299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آزمبانی الکترونیک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722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بشیراعظمی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1299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آزمبانی الکترونیک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722/1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بشیراعظمی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9128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727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معرفت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1317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اصول سرپرستی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720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کاویانی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1316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مباحث ویژه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724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محمدی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1316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مباحث ویژه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724/1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محمدی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1313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مبانی اینترنت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706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قادری</w:t>
                                  </w:r>
                                </w:p>
                              </w:tc>
                            </w:tr>
                            <w:tr w:rsidR="009B22E9" w:rsidRPr="003E57A7" w:rsidTr="009B22E9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1313</w:t>
                                  </w:r>
                                </w:p>
                              </w:tc>
                              <w:tc>
                                <w:tcPr>
                                  <w:tcW w:w="2623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3E57A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مبانی اینترنت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706/1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B22E9" w:rsidRPr="003E57A7" w:rsidRDefault="009B22E9" w:rsidP="009B22E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B22E9" w:rsidRPr="003E57A7" w:rsidRDefault="004831C1" w:rsidP="009B22E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قادری</w:t>
                                  </w:r>
                                </w:p>
                              </w:tc>
                            </w:tr>
                          </w:tbl>
                          <w:p w:rsidR="009B22E9" w:rsidRPr="003E57A7" w:rsidRDefault="009B22E9" w:rsidP="00136154">
                            <w:pPr>
                              <w:bidi/>
                              <w:spacing w:after="0" w:line="240" w:lineRule="auto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B22E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B22E9" w:rsidRDefault="009B22E9"/>
                              </w:tc>
                            </w:tr>
                          </w:tbl>
                          <w:p w:rsidR="009B22E9" w:rsidRDefault="009B22E9" w:rsidP="00136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70250" id="Text Box 11" o:spid="_x0000_s1028" type="#_x0000_t202" style="position:absolute;left:0;text-align:left;margin-left:-11.3pt;margin-top:45.5pt;width:317pt;height:464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Look w:val="04A0" w:firstRow="1" w:lastRow="0" w:firstColumn="1" w:lastColumn="0" w:noHBand="0" w:noVBand="1"/>
                      </w:tblPr>
                      <w:tblGrid>
                        <w:gridCol w:w="892"/>
                        <w:gridCol w:w="2623"/>
                        <w:gridCol w:w="979"/>
                        <w:gridCol w:w="654"/>
                        <w:gridCol w:w="1167"/>
                      </w:tblGrid>
                      <w:tr w:rsidR="009B22E9" w:rsidTr="009B22E9">
                        <w:trPr>
                          <w:trHeight w:val="860"/>
                        </w:trPr>
                        <w:tc>
                          <w:tcPr>
                            <w:tcW w:w="89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981669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62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981669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7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981669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5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981669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B22E9" w:rsidRPr="00981669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1305</w:t>
                            </w:r>
                          </w:p>
                        </w:tc>
                        <w:tc>
                          <w:tcPr>
                            <w:tcW w:w="2623" w:type="dxa"/>
                            <w:tcBorders>
                              <w:top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شبکه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محلی</w:t>
                            </w:r>
                          </w:p>
                        </w:tc>
                        <w:tc>
                          <w:tcPr>
                            <w:tcW w:w="979" w:type="dxa"/>
                            <w:tcBorders>
                              <w:top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730</w:t>
                            </w:r>
                          </w:p>
                        </w:tc>
                        <w:tc>
                          <w:tcPr>
                            <w:tcW w:w="654" w:type="dxa"/>
                            <w:tcBorders>
                              <w:top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خاشعی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1306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کارگاه </w:t>
                            </w: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شبکه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محلی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731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9B22E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خاشعی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1306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کارگاه </w:t>
                            </w: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شبکه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محلی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731/1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9B22E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خاشعی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1310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پایگاه داده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725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کریمی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1311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آزپایگاه داده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726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993AC7" w:rsidRDefault="004831C1" w:rsidP="009B22E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کریمی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1311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آزپایگاه داده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726/1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993AC7" w:rsidRDefault="004831C1" w:rsidP="009B22E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کریمی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1307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زبان ماشین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718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امیرخانی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1307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زبان</w:t>
                            </w:r>
                            <w:r w:rsidRPr="003E57A7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E57A7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ماش</w:t>
                            </w: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3E57A7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719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کریمی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1298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مبانی الکترونیک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بشیراعظمی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1299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آزمبانی الکترونیک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722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بشیراعظمی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1299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آزمبانی الکترونیک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722/1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بشیراعظمی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9128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727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معرفت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1317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اصول سرپرستی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720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کاویانی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1316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مباحث ویژه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724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محمدی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1316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مباحث ویژه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724/1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محمدی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1313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مبانی اینترنت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706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قادری</w:t>
                            </w:r>
                          </w:p>
                        </w:tc>
                      </w:tr>
                      <w:tr w:rsidR="009B22E9" w:rsidRPr="003E57A7" w:rsidTr="009B22E9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1313</w:t>
                            </w:r>
                          </w:p>
                        </w:tc>
                        <w:tc>
                          <w:tcPr>
                            <w:tcW w:w="2623" w:type="dxa"/>
                          </w:tcPr>
                          <w:p w:rsidR="009B22E9" w:rsidRPr="003E57A7" w:rsidRDefault="009B22E9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E57A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مبانی اینترنت</w:t>
                            </w:r>
                          </w:p>
                        </w:tc>
                        <w:tc>
                          <w:tcPr>
                            <w:tcW w:w="979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706/1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B22E9" w:rsidRPr="003E57A7" w:rsidRDefault="009B22E9" w:rsidP="009B22E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67" w:type="dxa"/>
                            <w:tcBorders>
                              <w:right w:val="single" w:sz="12" w:space="0" w:color="auto"/>
                            </w:tcBorders>
                          </w:tcPr>
                          <w:p w:rsidR="009B22E9" w:rsidRPr="003E57A7" w:rsidRDefault="004831C1" w:rsidP="009B22E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قادری</w:t>
                            </w:r>
                          </w:p>
                        </w:tc>
                      </w:tr>
                    </w:tbl>
                    <w:p w:rsidR="009B22E9" w:rsidRPr="003E57A7" w:rsidRDefault="009B22E9" w:rsidP="00136154">
                      <w:pPr>
                        <w:bidi/>
                        <w:spacing w:after="0" w:line="240" w:lineRule="auto"/>
                        <w:rPr>
                          <w:rFonts w:ascii="IranNastaliq" w:hAnsi="IranNastaliq" w:cs="2  Mitra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</w:p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B22E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B22E9" w:rsidRDefault="009B22E9"/>
                        </w:tc>
                      </w:tr>
                    </w:tbl>
                    <w:p w:rsidR="009B22E9" w:rsidRDefault="009B22E9" w:rsidP="00136154"/>
                  </w:txbxContent>
                </v:textbox>
              </v:shape>
            </w:pict>
          </mc:Fallback>
        </mc:AlternateContent>
      </w:r>
      <w:r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136154" w:rsidRPr="00DC6433" w:rsidRDefault="00136154" w:rsidP="00136154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Default="00136154" w:rsidP="00136154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136154" w:rsidRPr="00DC6433" w:rsidRDefault="00136154" w:rsidP="00136154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FC50F5E" wp14:editId="05EB6696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22E9" w:rsidRPr="00DC6433" w:rsidRDefault="009B22E9" w:rsidP="00136154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B22E9" w:rsidRDefault="009B22E9" w:rsidP="00136154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B22E9" w:rsidRPr="00DC6433" w:rsidRDefault="009B22E9" w:rsidP="00136154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50F5E" id="Text Box 12" o:spid="_x0000_s1029" type="#_x0000_t202" style="position:absolute;left:0;text-align:left;margin-left:310.8pt;margin-top:-.35pt;width:458.65pt;height:108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" stroked="f">
                <v:textbox>
                  <w:txbxContent>
                    <w:p w:rsidR="009B22E9" w:rsidRPr="00DC6433" w:rsidRDefault="009B22E9" w:rsidP="00136154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B22E9" w:rsidRDefault="009B22E9" w:rsidP="00136154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B22E9" w:rsidRPr="00DC6433" w:rsidRDefault="009B22E9" w:rsidP="00136154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36154" w:rsidRDefault="00136154" w:rsidP="00136154">
      <w:pPr>
        <w:rPr>
          <w:rtl/>
          <w:lang w:bidi="fa-IR"/>
        </w:rPr>
      </w:pPr>
    </w:p>
    <w:p w:rsidR="00136154" w:rsidRDefault="00136154" w:rsidP="00136154">
      <w:pPr>
        <w:rPr>
          <w:rtl/>
          <w:lang w:bidi="fa-IR"/>
        </w:rPr>
      </w:pPr>
    </w:p>
    <w:p w:rsidR="00136154" w:rsidRPr="00B75209" w:rsidRDefault="00136154" w:rsidP="00136154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2CB4F60" wp14:editId="3CB0E945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22E9" w:rsidRDefault="009B22E9" w:rsidP="00136154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B22E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B22E9" w:rsidRDefault="009B22E9"/>
                              </w:tc>
                            </w:tr>
                          </w:tbl>
                          <w:p w:rsidR="009B22E9" w:rsidRDefault="009B22E9" w:rsidP="00136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B4F60" id="Text Box 13" o:spid="_x0000_s1030" type="#_x0000_t202" style="position:absolute;left:0;text-align:left;margin-left:-11.3pt;margin-top:45.5pt;width:317pt;height:464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JDeSBKGAgAAGQUAAA4AAAAAAAAAAAAAAAAALgIAAGRycy9lMm9Eb2MueG1sUEsBAi0AFAAGAAgA&#10;AAAhALkCMl3fAAAACwEAAA8AAAAAAAAAAAAAAAAA4AQAAGRycy9kb3ducmV2LnhtbFBLBQYAAAAA&#10;BAAEAPMAAADsBQAAAAA=&#10;" stroked="f">
                <v:textbox>
                  <w:txbxContent>
                    <w:p w:rsidR="009B22E9" w:rsidRDefault="009B22E9" w:rsidP="00136154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B22E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B22E9" w:rsidRDefault="009B22E9"/>
                        </w:tc>
                      </w:tr>
                    </w:tbl>
                    <w:p w:rsidR="009B22E9" w:rsidRDefault="009B22E9" w:rsidP="00136154"/>
                  </w:txbxContent>
                </v:textbox>
              </v:shape>
            </w:pict>
          </mc:Fallback>
        </mc:AlternateContent>
      </w:r>
    </w:p>
    <w:sectPr w:rsidR="00136154" w:rsidRPr="00B75209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8B8" w:rsidRDefault="002F38B8" w:rsidP="00B06BC8">
      <w:pPr>
        <w:spacing w:after="0" w:line="240" w:lineRule="auto"/>
      </w:pPr>
      <w:r>
        <w:separator/>
      </w:r>
    </w:p>
  </w:endnote>
  <w:endnote w:type="continuationSeparator" w:id="0">
    <w:p w:rsidR="002F38B8" w:rsidRDefault="002F38B8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8B8" w:rsidRDefault="002F38B8" w:rsidP="00B06BC8">
      <w:pPr>
        <w:spacing w:after="0" w:line="240" w:lineRule="auto"/>
      </w:pPr>
      <w:r>
        <w:separator/>
      </w:r>
    </w:p>
  </w:footnote>
  <w:footnote w:type="continuationSeparator" w:id="0">
    <w:p w:rsidR="002F38B8" w:rsidRDefault="002F38B8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65"/>
    <w:rsid w:val="00025F59"/>
    <w:rsid w:val="000277D4"/>
    <w:rsid w:val="00040884"/>
    <w:rsid w:val="00040964"/>
    <w:rsid w:val="000414F0"/>
    <w:rsid w:val="000420E5"/>
    <w:rsid w:val="0005752E"/>
    <w:rsid w:val="00057946"/>
    <w:rsid w:val="00061FD3"/>
    <w:rsid w:val="000652F7"/>
    <w:rsid w:val="0007009F"/>
    <w:rsid w:val="0007159F"/>
    <w:rsid w:val="000735B3"/>
    <w:rsid w:val="00074A0C"/>
    <w:rsid w:val="00080D1D"/>
    <w:rsid w:val="0009142F"/>
    <w:rsid w:val="00092B02"/>
    <w:rsid w:val="00093EA7"/>
    <w:rsid w:val="000977EC"/>
    <w:rsid w:val="00097B0F"/>
    <w:rsid w:val="000B3148"/>
    <w:rsid w:val="000B73FA"/>
    <w:rsid w:val="000E1BA5"/>
    <w:rsid w:val="000F088C"/>
    <w:rsid w:val="000F0E53"/>
    <w:rsid w:val="001254DF"/>
    <w:rsid w:val="00131F35"/>
    <w:rsid w:val="00136154"/>
    <w:rsid w:val="00143D9D"/>
    <w:rsid w:val="0014647E"/>
    <w:rsid w:val="001520FB"/>
    <w:rsid w:val="0016467B"/>
    <w:rsid w:val="001B28F8"/>
    <w:rsid w:val="001E76B4"/>
    <w:rsid w:val="00206809"/>
    <w:rsid w:val="0021250B"/>
    <w:rsid w:val="00214A5B"/>
    <w:rsid w:val="00222795"/>
    <w:rsid w:val="0022467C"/>
    <w:rsid w:val="002414EE"/>
    <w:rsid w:val="00247971"/>
    <w:rsid w:val="00251E1C"/>
    <w:rsid w:val="00252D3A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2F22EB"/>
    <w:rsid w:val="002F38B8"/>
    <w:rsid w:val="0032390B"/>
    <w:rsid w:val="00335C07"/>
    <w:rsid w:val="00347987"/>
    <w:rsid w:val="00351069"/>
    <w:rsid w:val="00366FFF"/>
    <w:rsid w:val="003766BE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7622E"/>
    <w:rsid w:val="00482240"/>
    <w:rsid w:val="004831C1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53DFE"/>
    <w:rsid w:val="00582EB0"/>
    <w:rsid w:val="005C2386"/>
    <w:rsid w:val="005C4692"/>
    <w:rsid w:val="005E28CF"/>
    <w:rsid w:val="005E51E5"/>
    <w:rsid w:val="00627E26"/>
    <w:rsid w:val="0063686F"/>
    <w:rsid w:val="006469AA"/>
    <w:rsid w:val="006548E1"/>
    <w:rsid w:val="006926A7"/>
    <w:rsid w:val="00696452"/>
    <w:rsid w:val="00697ECA"/>
    <w:rsid w:val="006C2A0C"/>
    <w:rsid w:val="006E1445"/>
    <w:rsid w:val="006E678E"/>
    <w:rsid w:val="006F2244"/>
    <w:rsid w:val="006F48F2"/>
    <w:rsid w:val="00713454"/>
    <w:rsid w:val="00745123"/>
    <w:rsid w:val="00753DCC"/>
    <w:rsid w:val="007564F2"/>
    <w:rsid w:val="00756AB3"/>
    <w:rsid w:val="007602F5"/>
    <w:rsid w:val="0078244F"/>
    <w:rsid w:val="00787F8C"/>
    <w:rsid w:val="00793B88"/>
    <w:rsid w:val="00796182"/>
    <w:rsid w:val="007A1576"/>
    <w:rsid w:val="007A4B3C"/>
    <w:rsid w:val="007D68C3"/>
    <w:rsid w:val="00806E51"/>
    <w:rsid w:val="00814F9C"/>
    <w:rsid w:val="00831C65"/>
    <w:rsid w:val="0083292F"/>
    <w:rsid w:val="008374FE"/>
    <w:rsid w:val="00841720"/>
    <w:rsid w:val="00845956"/>
    <w:rsid w:val="00850B2D"/>
    <w:rsid w:val="0085271C"/>
    <w:rsid w:val="008679E9"/>
    <w:rsid w:val="008714B7"/>
    <w:rsid w:val="00872AF7"/>
    <w:rsid w:val="00875653"/>
    <w:rsid w:val="008817CA"/>
    <w:rsid w:val="00891AFF"/>
    <w:rsid w:val="008937BB"/>
    <w:rsid w:val="00894964"/>
    <w:rsid w:val="008B0C81"/>
    <w:rsid w:val="008B4F3B"/>
    <w:rsid w:val="008C2A0A"/>
    <w:rsid w:val="008C72EA"/>
    <w:rsid w:val="00912AA4"/>
    <w:rsid w:val="0092209D"/>
    <w:rsid w:val="0094304D"/>
    <w:rsid w:val="009554F9"/>
    <w:rsid w:val="00970187"/>
    <w:rsid w:val="009807FC"/>
    <w:rsid w:val="00982885"/>
    <w:rsid w:val="009920CD"/>
    <w:rsid w:val="009935CF"/>
    <w:rsid w:val="009952B5"/>
    <w:rsid w:val="00995846"/>
    <w:rsid w:val="009A47E0"/>
    <w:rsid w:val="009A699A"/>
    <w:rsid w:val="009B22E9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174D"/>
    <w:rsid w:val="00B06BC8"/>
    <w:rsid w:val="00B111A5"/>
    <w:rsid w:val="00B23D35"/>
    <w:rsid w:val="00B32405"/>
    <w:rsid w:val="00B42367"/>
    <w:rsid w:val="00B46DCB"/>
    <w:rsid w:val="00B55D97"/>
    <w:rsid w:val="00B56290"/>
    <w:rsid w:val="00B62771"/>
    <w:rsid w:val="00B63ECD"/>
    <w:rsid w:val="00B715D7"/>
    <w:rsid w:val="00BD3460"/>
    <w:rsid w:val="00BF47DA"/>
    <w:rsid w:val="00BF5D07"/>
    <w:rsid w:val="00C11085"/>
    <w:rsid w:val="00C1539F"/>
    <w:rsid w:val="00C203FF"/>
    <w:rsid w:val="00C24E8C"/>
    <w:rsid w:val="00C339BE"/>
    <w:rsid w:val="00C36353"/>
    <w:rsid w:val="00C40343"/>
    <w:rsid w:val="00C46AE9"/>
    <w:rsid w:val="00C475D2"/>
    <w:rsid w:val="00C57A57"/>
    <w:rsid w:val="00C61564"/>
    <w:rsid w:val="00C74453"/>
    <w:rsid w:val="00C80247"/>
    <w:rsid w:val="00CA69DD"/>
    <w:rsid w:val="00CB3330"/>
    <w:rsid w:val="00CC6C0D"/>
    <w:rsid w:val="00CD238D"/>
    <w:rsid w:val="00CD35BD"/>
    <w:rsid w:val="00CF4B7B"/>
    <w:rsid w:val="00D079AC"/>
    <w:rsid w:val="00D219C6"/>
    <w:rsid w:val="00D22076"/>
    <w:rsid w:val="00D3497F"/>
    <w:rsid w:val="00D67E84"/>
    <w:rsid w:val="00D8676C"/>
    <w:rsid w:val="00DA01C2"/>
    <w:rsid w:val="00DC6504"/>
    <w:rsid w:val="00DE0902"/>
    <w:rsid w:val="00E02C51"/>
    <w:rsid w:val="00E13016"/>
    <w:rsid w:val="00E1473C"/>
    <w:rsid w:val="00E14C60"/>
    <w:rsid w:val="00E164FC"/>
    <w:rsid w:val="00E22024"/>
    <w:rsid w:val="00E223EE"/>
    <w:rsid w:val="00E268CB"/>
    <w:rsid w:val="00E43041"/>
    <w:rsid w:val="00E5196D"/>
    <w:rsid w:val="00E66C60"/>
    <w:rsid w:val="00E838E8"/>
    <w:rsid w:val="00E90229"/>
    <w:rsid w:val="00E92CDF"/>
    <w:rsid w:val="00EA24A3"/>
    <w:rsid w:val="00EC6DE7"/>
    <w:rsid w:val="00ED20BD"/>
    <w:rsid w:val="00ED3BC6"/>
    <w:rsid w:val="00EE1952"/>
    <w:rsid w:val="00F06456"/>
    <w:rsid w:val="00F12808"/>
    <w:rsid w:val="00F202DA"/>
    <w:rsid w:val="00F22A9B"/>
    <w:rsid w:val="00F37FD2"/>
    <w:rsid w:val="00F4086F"/>
    <w:rsid w:val="00F41389"/>
    <w:rsid w:val="00F41690"/>
    <w:rsid w:val="00F73041"/>
    <w:rsid w:val="00F8630B"/>
    <w:rsid w:val="00FA040E"/>
    <w:rsid w:val="00FA3CB7"/>
    <w:rsid w:val="00FC0238"/>
    <w:rsid w:val="00FC1934"/>
    <w:rsid w:val="00FE074F"/>
    <w:rsid w:val="00FE3750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358D27-9597-4B32-8B75-A1F0C838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F8010-FA35-411C-A05E-AAA0282A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126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53</cp:revision>
  <cp:lastPrinted>2017-09-04T10:39:00Z</cp:lastPrinted>
  <dcterms:created xsi:type="dcterms:W3CDTF">2016-08-05T21:05:00Z</dcterms:created>
  <dcterms:modified xsi:type="dcterms:W3CDTF">2017-09-04T10:39:00Z</dcterms:modified>
</cp:coreProperties>
</file>